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025D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5C749E4C" w14:textId="77777777" w:rsidR="00B9554A" w:rsidRPr="00AD786C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00E9B4D6" w14:textId="77777777" w:rsidR="00B9554A" w:rsidRPr="00AD786C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p w14:paraId="20CB2673" w14:textId="77777777" w:rsidR="00B9554A" w:rsidRPr="00AD786C" w:rsidRDefault="00B9554A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en-US" w:eastAsia="en-US"/>
        </w:rPr>
      </w:pPr>
    </w:p>
    <w:tbl>
      <w:tblPr>
        <w:tblW w:w="96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802"/>
      </w:tblGrid>
      <w:tr w:rsidR="00AD786C" w:rsidRPr="00AD786C" w14:paraId="668714C1" w14:textId="77777777" w:rsidTr="00F414C7">
        <w:trPr>
          <w:tblCellSpacing w:w="0" w:type="dxa"/>
        </w:trPr>
        <w:tc>
          <w:tcPr>
            <w:tcW w:w="3828" w:type="dxa"/>
            <w:hideMark/>
          </w:tcPr>
          <w:p w14:paraId="2C8EBFCE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НАСЛОВ НА МАТЕРИЈАЛОТ:</w:t>
            </w:r>
          </w:p>
        </w:tc>
        <w:tc>
          <w:tcPr>
            <w:tcW w:w="5802" w:type="dxa"/>
          </w:tcPr>
          <w:p w14:paraId="7B60FF63" w14:textId="77777777" w:rsidR="00B9554A" w:rsidRPr="00AD786C" w:rsidRDefault="004B3D2E" w:rsidP="00395194">
            <w:pPr>
              <w:ind w:firstLine="360"/>
              <w:jc w:val="center"/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</w:pPr>
            <w:r w:rsidRPr="00AD786C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>ПРЕДЛОГ</w:t>
            </w:r>
            <w:r w:rsidR="00B9554A" w:rsidRPr="00AD786C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>-ПРОГРАМА ЗА БЕЗБЕДНОСТ И ЗДРАВЈЕ ПРИ РАБОТА НА ОПШТИНА ОХРИД ЗА 202</w:t>
            </w:r>
            <w:r w:rsidR="00A80310" w:rsidRPr="00AD786C">
              <w:rPr>
                <w:rFonts w:eastAsia="Calibri"/>
                <w:b/>
                <w:color w:val="auto"/>
                <w:kern w:val="0"/>
                <w:sz w:val="28"/>
                <w:szCs w:val="28"/>
                <w:lang w:val="en-GB" w:eastAsia="en-US"/>
              </w:rPr>
              <w:t>5</w:t>
            </w:r>
            <w:r w:rsidR="00B9554A" w:rsidRPr="00AD786C">
              <w:rPr>
                <w:rFonts w:eastAsia="Calibri"/>
                <w:b/>
                <w:color w:val="auto"/>
                <w:kern w:val="0"/>
                <w:sz w:val="28"/>
                <w:szCs w:val="28"/>
                <w:lang w:val="mk-MK" w:eastAsia="en-US"/>
              </w:rPr>
              <w:t xml:space="preserve"> ГОДИНА</w:t>
            </w:r>
          </w:p>
          <w:p w14:paraId="53326E57" w14:textId="77777777" w:rsidR="00B9554A" w:rsidRPr="00AD786C" w:rsidRDefault="00B9554A" w:rsidP="00395194">
            <w:pPr>
              <w:ind w:left="720" w:firstLine="360"/>
              <w:jc w:val="center"/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AD786C"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  <w:t xml:space="preserve"> </w:t>
            </w:r>
          </w:p>
          <w:p w14:paraId="50BFDB18" w14:textId="77777777" w:rsidR="00B9554A" w:rsidRPr="00AD786C" w:rsidRDefault="00B9554A" w:rsidP="00395194">
            <w:pPr>
              <w:ind w:left="720" w:firstLine="360"/>
              <w:jc w:val="center"/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</w:p>
          <w:p w14:paraId="6B44F93D" w14:textId="77777777" w:rsidR="00B9554A" w:rsidRPr="00AD786C" w:rsidRDefault="00B9554A" w:rsidP="00395194">
            <w:pPr>
              <w:ind w:left="720" w:firstLine="360"/>
              <w:jc w:val="both"/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</w:p>
          <w:p w14:paraId="501A8AFA" w14:textId="77777777" w:rsidR="00B9554A" w:rsidRPr="00AD786C" w:rsidRDefault="00B9554A" w:rsidP="00395194">
            <w:pPr>
              <w:rPr>
                <w:rFonts w:ascii="Arial" w:eastAsia="Calibri" w:hAnsi="Arial" w:cs="Arial"/>
                <w:b/>
                <w:color w:val="auto"/>
                <w:kern w:val="0"/>
                <w:sz w:val="22"/>
                <w:szCs w:val="22"/>
                <w:lang w:val="mk-MK" w:eastAsia="en-US"/>
              </w:rPr>
            </w:pPr>
          </w:p>
          <w:p w14:paraId="25526F5D" w14:textId="77777777" w:rsidR="00B9554A" w:rsidRPr="00AD786C" w:rsidRDefault="00B9554A" w:rsidP="00395194">
            <w:pPr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</w:p>
        </w:tc>
      </w:tr>
      <w:tr w:rsidR="00AD786C" w:rsidRPr="00AD786C" w14:paraId="22C0E570" w14:textId="77777777" w:rsidTr="00F414C7">
        <w:trPr>
          <w:tblCellSpacing w:w="0" w:type="dxa"/>
        </w:trPr>
        <w:tc>
          <w:tcPr>
            <w:tcW w:w="3828" w:type="dxa"/>
          </w:tcPr>
          <w:p w14:paraId="67342560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ПРЕДЛАГАЧ:</w:t>
            </w:r>
          </w:p>
        </w:tc>
        <w:tc>
          <w:tcPr>
            <w:tcW w:w="5802" w:type="dxa"/>
          </w:tcPr>
          <w:p w14:paraId="568AB7FA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Градоначалник на Општина Охрид</w:t>
            </w:r>
          </w:p>
        </w:tc>
      </w:tr>
      <w:tr w:rsidR="00AD786C" w:rsidRPr="00AD786C" w14:paraId="59E403A7" w14:textId="77777777" w:rsidTr="00F414C7">
        <w:trPr>
          <w:tblCellSpacing w:w="0" w:type="dxa"/>
        </w:trPr>
        <w:tc>
          <w:tcPr>
            <w:tcW w:w="3828" w:type="dxa"/>
            <w:hideMark/>
          </w:tcPr>
          <w:p w14:paraId="5D2EB794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644583F4" w14:textId="77777777" w:rsidR="00B9554A" w:rsidRPr="00AD786C" w:rsidRDefault="00B9554A" w:rsidP="00395194">
            <w:pPr>
              <w:spacing w:before="100" w:beforeAutospacing="1" w:after="200" w:line="276" w:lineRule="auto"/>
              <w:ind w:right="900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AD786C" w:rsidRPr="00AD786C" w14:paraId="14CF70E3" w14:textId="77777777" w:rsidTr="00F414C7">
        <w:trPr>
          <w:tblCellSpacing w:w="0" w:type="dxa"/>
        </w:trPr>
        <w:tc>
          <w:tcPr>
            <w:tcW w:w="3828" w:type="dxa"/>
            <w:hideMark/>
          </w:tcPr>
          <w:p w14:paraId="1B6CF99C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3EB08447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AD786C" w:rsidRPr="00AD786C" w14:paraId="6E8BE1CF" w14:textId="77777777" w:rsidTr="00F414C7">
        <w:trPr>
          <w:tblCellSpacing w:w="0" w:type="dxa"/>
        </w:trPr>
        <w:tc>
          <w:tcPr>
            <w:tcW w:w="3828" w:type="dxa"/>
          </w:tcPr>
          <w:p w14:paraId="752A66D0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ОСНОВА ЗА ДОНЕСУВАЊЕ:</w:t>
            </w:r>
          </w:p>
        </w:tc>
        <w:tc>
          <w:tcPr>
            <w:tcW w:w="5802" w:type="dxa"/>
          </w:tcPr>
          <w:p w14:paraId="76B73C29" w14:textId="77777777" w:rsidR="00B9554A" w:rsidRPr="00AD786C" w:rsidRDefault="007A15A5" w:rsidP="007A15A5">
            <w:pPr>
              <w:spacing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  <w:t>Ч</w:t>
            </w:r>
            <w:r w:rsidR="00B9554A"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лен 36 од Законот за локалната самоуправа („Сл.весник на РМ“ бр.5/02) и </w:t>
            </w: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  <w:t>Ч</w:t>
            </w:r>
            <w:r w:rsidR="00B9554A"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лен 18 од Статутот на општина Охрид („Сл. гласник на општина Охрид“ бр.8/07, 01/08, 10/10, 05/11, 09/14, 14/14, 10/19</w:t>
            </w:r>
            <w:r w:rsidR="00B9554A"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  <w:t xml:space="preserve"> и 15/20</w:t>
            </w:r>
            <w:r w:rsidR="00B9554A"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)</w:t>
            </w:r>
          </w:p>
        </w:tc>
      </w:tr>
      <w:tr w:rsidR="00AD786C" w:rsidRPr="00AD786C" w14:paraId="0458D97D" w14:textId="77777777" w:rsidTr="00F414C7">
        <w:trPr>
          <w:tblCellSpacing w:w="0" w:type="dxa"/>
        </w:trPr>
        <w:tc>
          <w:tcPr>
            <w:tcW w:w="3828" w:type="dxa"/>
            <w:hideMark/>
          </w:tcPr>
          <w:p w14:paraId="0762B837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7141CCC0" w14:textId="77777777" w:rsidR="00B9554A" w:rsidRPr="00AD786C" w:rsidRDefault="00B9554A" w:rsidP="00395194">
            <w:pPr>
              <w:spacing w:before="100" w:beforeAutospacing="1" w:after="200" w:line="276" w:lineRule="auto"/>
              <w:jc w:val="both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AD786C" w:rsidRPr="00AD786C" w14:paraId="21E7829D" w14:textId="77777777" w:rsidTr="00F414C7">
        <w:trPr>
          <w:tblCellSpacing w:w="0" w:type="dxa"/>
        </w:trPr>
        <w:tc>
          <w:tcPr>
            <w:tcW w:w="3828" w:type="dxa"/>
          </w:tcPr>
          <w:p w14:paraId="5F9C4E13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ПРЕТСТАВНИК:</w:t>
            </w: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mk-MK" w:eastAsia="en-US"/>
              </w:rPr>
              <w:t xml:space="preserve">                                          </w:t>
            </w:r>
          </w:p>
        </w:tc>
        <w:tc>
          <w:tcPr>
            <w:tcW w:w="5802" w:type="dxa"/>
          </w:tcPr>
          <w:p w14:paraId="0A6C1B8D" w14:textId="77777777" w:rsidR="00B9554A" w:rsidRPr="00AD786C" w:rsidRDefault="002D1DC2" w:rsidP="00395194">
            <w:pPr>
              <w:spacing w:before="100" w:beforeAutospacing="1" w:after="288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  <w:r w:rsidRPr="00AD786C">
              <w:rPr>
                <w:rFonts w:ascii="Arial" w:eastAsia="Calibri" w:hAnsi="Arial" w:cs="Arial"/>
                <w:bCs/>
                <w:color w:val="auto"/>
                <w:kern w:val="0"/>
                <w:sz w:val="22"/>
                <w:szCs w:val="22"/>
                <w:lang w:val="mk-MK" w:eastAsia="en-US"/>
              </w:rPr>
              <w:t>Билјана Богданова-</w:t>
            </w:r>
            <w:r w:rsidR="00B9554A" w:rsidRPr="00AD786C">
              <w:rPr>
                <w:rFonts w:ascii="Arial" w:eastAsia="Calibri" w:hAnsi="Arial" w:cs="Arial"/>
                <w:bCs/>
                <w:color w:val="auto"/>
                <w:kern w:val="0"/>
                <w:sz w:val="22"/>
                <w:szCs w:val="22"/>
                <w:lang w:val="mk-MK" w:eastAsia="en-US"/>
              </w:rPr>
              <w:t>Смилевска</w:t>
            </w:r>
          </w:p>
          <w:p w14:paraId="7069B23B" w14:textId="77777777" w:rsidR="00B9554A" w:rsidRPr="00AD786C" w:rsidRDefault="00B9554A" w:rsidP="00395194">
            <w:pPr>
              <w:spacing w:before="100" w:beforeAutospacing="1" w:after="288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mk-MK" w:eastAsia="en-US"/>
              </w:rPr>
            </w:pPr>
          </w:p>
        </w:tc>
      </w:tr>
      <w:tr w:rsidR="00AD786C" w:rsidRPr="00AD786C" w14:paraId="05332E6C" w14:textId="77777777" w:rsidTr="00F414C7">
        <w:trPr>
          <w:tblCellSpacing w:w="0" w:type="dxa"/>
        </w:trPr>
        <w:tc>
          <w:tcPr>
            <w:tcW w:w="3828" w:type="dxa"/>
          </w:tcPr>
          <w:p w14:paraId="498A7A35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ОБРАБОТУВАЧ:</w:t>
            </w:r>
          </w:p>
        </w:tc>
        <w:tc>
          <w:tcPr>
            <w:tcW w:w="5802" w:type="dxa"/>
          </w:tcPr>
          <w:p w14:paraId="607F0D6E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 xml:space="preserve">Стручна служба </w:t>
            </w:r>
          </w:p>
        </w:tc>
      </w:tr>
      <w:tr w:rsidR="00AD786C" w:rsidRPr="00AD786C" w14:paraId="127FE32D" w14:textId="77777777" w:rsidTr="00F414C7">
        <w:trPr>
          <w:tblCellSpacing w:w="0" w:type="dxa"/>
        </w:trPr>
        <w:tc>
          <w:tcPr>
            <w:tcW w:w="3828" w:type="dxa"/>
            <w:hideMark/>
          </w:tcPr>
          <w:p w14:paraId="1788A992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5802" w:type="dxa"/>
            <w:hideMark/>
          </w:tcPr>
          <w:p w14:paraId="70DE12B0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 </w:t>
            </w:r>
          </w:p>
        </w:tc>
      </w:tr>
      <w:tr w:rsidR="00B9554A" w:rsidRPr="00AD786C" w14:paraId="77189F39" w14:textId="77777777" w:rsidTr="00F414C7">
        <w:trPr>
          <w:tblCellSpacing w:w="0" w:type="dxa"/>
        </w:trPr>
        <w:tc>
          <w:tcPr>
            <w:tcW w:w="3828" w:type="dxa"/>
            <w:hideMark/>
          </w:tcPr>
          <w:p w14:paraId="4F3AE4ED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b/>
                <w:bCs/>
                <w:color w:val="auto"/>
                <w:kern w:val="0"/>
                <w:sz w:val="22"/>
                <w:szCs w:val="22"/>
                <w:lang w:val="en-US" w:eastAsia="en-US"/>
              </w:rPr>
              <w:t>НАДЛЕЖНОСТ:</w:t>
            </w:r>
          </w:p>
        </w:tc>
        <w:tc>
          <w:tcPr>
            <w:tcW w:w="5802" w:type="dxa"/>
            <w:hideMark/>
          </w:tcPr>
          <w:p w14:paraId="216D3F0D" w14:textId="77777777" w:rsidR="00B9554A" w:rsidRPr="00AD786C" w:rsidRDefault="00B9554A" w:rsidP="00395194">
            <w:pPr>
              <w:spacing w:before="100" w:beforeAutospacing="1" w:after="200" w:line="276" w:lineRule="auto"/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</w:pPr>
            <w:r w:rsidRPr="00AD786C">
              <w:rPr>
                <w:rFonts w:ascii="Arial" w:eastAsia="Calibri" w:hAnsi="Arial" w:cs="Arial"/>
                <w:color w:val="auto"/>
                <w:kern w:val="0"/>
                <w:sz w:val="22"/>
                <w:szCs w:val="22"/>
                <w:lang w:val="en-US" w:eastAsia="en-US"/>
              </w:rPr>
              <w:t>Совет на општина Охрид</w:t>
            </w:r>
          </w:p>
        </w:tc>
      </w:tr>
    </w:tbl>
    <w:p w14:paraId="06A1552E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64D88C5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1784DD36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5F272CF8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CF50373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5E925F6B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0636377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6FEB8CAB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3A805E0E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69A50225" w14:textId="77777777" w:rsidR="00173EDB" w:rsidRPr="00AD786C" w:rsidRDefault="00173EDB" w:rsidP="006C055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A503515" w14:textId="77777777" w:rsidR="00B9554A" w:rsidRPr="00AD786C" w:rsidRDefault="00B9554A" w:rsidP="00B9554A">
      <w:pPr>
        <w:ind w:firstLine="720"/>
        <w:jc w:val="both"/>
        <w:rPr>
          <w:color w:val="auto"/>
          <w:kern w:val="0"/>
          <w:sz w:val="24"/>
          <w:szCs w:val="24"/>
          <w:lang w:val="mk-MK" w:eastAsia="mk-MK"/>
        </w:rPr>
      </w:pPr>
      <w:r w:rsidRPr="00AD786C">
        <w:rPr>
          <w:color w:val="auto"/>
          <w:kern w:val="0"/>
          <w:sz w:val="24"/>
          <w:szCs w:val="24"/>
          <w:lang w:val="mk-MK" w:eastAsia="mk-MK"/>
        </w:rPr>
        <w:lastRenderedPageBreak/>
        <w:t xml:space="preserve">Врз основа нa член 36 став 1 точка 6 од Законот за локалната самоуправа („Сл.весник на РМ“ бр.5/02) и член </w:t>
      </w:r>
      <w:r w:rsidRPr="00AD786C">
        <w:rPr>
          <w:color w:val="auto"/>
          <w:kern w:val="0"/>
          <w:sz w:val="24"/>
          <w:szCs w:val="24"/>
          <w:lang w:val="ru-RU" w:eastAsia="mk-MK"/>
        </w:rPr>
        <w:t>18</w:t>
      </w:r>
      <w:r w:rsidRPr="00AD786C">
        <w:rPr>
          <w:color w:val="auto"/>
          <w:kern w:val="0"/>
          <w:sz w:val="24"/>
          <w:szCs w:val="24"/>
          <w:lang w:val="mk-MK" w:eastAsia="mk-MK"/>
        </w:rPr>
        <w:t xml:space="preserve"> став 1 точка 6 од Статутот на општина Охрид („Сл.гласник на општина Охрид“ бр. 08/07, 01/08, 10/10, 05/11, 09/14, 14/14, 10/19 и 15/20), Советот на општина Охрид на седницата одржана на ден </w:t>
      </w:r>
      <w:r w:rsidRPr="00AD786C">
        <w:rPr>
          <w:color w:val="auto"/>
          <w:kern w:val="0"/>
          <w:sz w:val="24"/>
          <w:szCs w:val="24"/>
          <w:lang w:val="en-GB" w:eastAsia="mk-MK"/>
        </w:rPr>
        <w:t>.</w:t>
      </w:r>
      <w:r w:rsidRPr="00AD786C">
        <w:rPr>
          <w:color w:val="auto"/>
          <w:kern w:val="0"/>
          <w:sz w:val="24"/>
          <w:szCs w:val="24"/>
          <w:lang w:val="mk-MK" w:eastAsia="mk-MK"/>
        </w:rPr>
        <w:t>1</w:t>
      </w:r>
      <w:r w:rsidR="00A80310" w:rsidRPr="00AD786C">
        <w:rPr>
          <w:color w:val="auto"/>
          <w:kern w:val="0"/>
          <w:sz w:val="24"/>
          <w:szCs w:val="24"/>
          <w:lang w:val="en-US" w:eastAsia="mk-MK"/>
        </w:rPr>
        <w:t>1</w:t>
      </w:r>
      <w:r w:rsidRPr="00AD786C">
        <w:rPr>
          <w:color w:val="auto"/>
          <w:kern w:val="0"/>
          <w:sz w:val="24"/>
          <w:szCs w:val="24"/>
          <w:lang w:val="mk-MK" w:eastAsia="mk-MK"/>
        </w:rPr>
        <w:t>.202</w:t>
      </w:r>
      <w:r w:rsidR="00A80310" w:rsidRPr="00AD786C">
        <w:rPr>
          <w:color w:val="auto"/>
          <w:kern w:val="0"/>
          <w:sz w:val="24"/>
          <w:szCs w:val="24"/>
          <w:lang w:val="en-US" w:eastAsia="mk-MK"/>
        </w:rPr>
        <w:t>4</w:t>
      </w:r>
      <w:r w:rsidRPr="00AD786C">
        <w:rPr>
          <w:color w:val="auto"/>
          <w:kern w:val="0"/>
          <w:sz w:val="24"/>
          <w:szCs w:val="24"/>
          <w:lang w:val="mk-MK" w:eastAsia="mk-MK"/>
        </w:rPr>
        <w:t xml:space="preserve"> година, ја донесе следната:</w:t>
      </w:r>
    </w:p>
    <w:p w14:paraId="72115931" w14:textId="77777777" w:rsidR="00B9554A" w:rsidRPr="00AD786C" w:rsidRDefault="00B9554A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1E97A2AA" w14:textId="77777777" w:rsidR="00B9554A" w:rsidRPr="00AD786C" w:rsidRDefault="004B3D2E" w:rsidP="00B9554A">
      <w:pPr>
        <w:ind w:firstLine="360"/>
        <w:jc w:val="center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ПРЕДЛОГ</w:t>
      </w:r>
      <w:r w:rsidR="00B9554A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-ПРОГРАМА ЗА БЕЗБЕДНОСТ И ЗДРАВЈЕ ПРИ РАБОТА НА ОПШТИНА ОХРИД ЗА 202</w:t>
      </w:r>
      <w:r w:rsidR="00A80310" w:rsidRPr="00AD786C">
        <w:rPr>
          <w:rFonts w:eastAsia="Calibri"/>
          <w:b/>
          <w:color w:val="auto"/>
          <w:kern w:val="0"/>
          <w:sz w:val="28"/>
          <w:szCs w:val="28"/>
          <w:lang w:val="en-US" w:eastAsia="en-US"/>
        </w:rPr>
        <w:t>5</w:t>
      </w:r>
      <w:r w:rsidR="00B9554A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 ГОДИНА</w:t>
      </w:r>
    </w:p>
    <w:p w14:paraId="3A4822F5" w14:textId="77777777" w:rsidR="00B9554A" w:rsidRPr="00AD786C" w:rsidRDefault="00B9554A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7C71EA9D" w14:textId="77777777" w:rsidR="006C055A" w:rsidRPr="00AD786C" w:rsidRDefault="00836CEB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Вовед</w:t>
      </w:r>
    </w:p>
    <w:p w14:paraId="39429288" w14:textId="77777777" w:rsidR="000F2DCC" w:rsidRPr="00AD786C" w:rsidRDefault="000F2DCC" w:rsidP="00836CEB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49FC2ADF" w14:textId="77777777" w:rsidR="000B5B0A" w:rsidRPr="00AD786C" w:rsidRDefault="006F70BC" w:rsidP="00836CEB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Програмата за безбедност и здравје при работа на општина Охрид е изготвена согласно Закон за безбедност и здравје при работа („Службен весник на Република Македонија“ бр. 92/2007, 136/20</w:t>
      </w:r>
      <w:r w:rsidR="000F2DCC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11, 23/2013, 25/2013, 137/2013, 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164/2013, 158/2014, 15/2015, 129/2015,192/2015 и 30/2016)</w:t>
      </w:r>
      <w:r w:rsidR="000B5B0A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и Стратегијата за безбедност и здравје при работа 2021-2025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</w:t>
      </w:r>
      <w:r w:rsidR="000B5B0A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и се темели на фактот дека заштита на работа е едно од основните права загарантирани со Уставот на Република Македонија, со кое се </w:t>
      </w:r>
      <w:r w:rsidR="00487287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обезбедува чување и унапредување на здравјето на работниците како предуслов за успешна работа и оптимална продуктивност во работењето.</w:t>
      </w:r>
    </w:p>
    <w:p w14:paraId="6A058114" w14:textId="77777777" w:rsidR="00836CEB" w:rsidRPr="00AD786C" w:rsidRDefault="00976C55" w:rsidP="00836CEB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Програмата за безбедност и здравје при работа на општина Охрид ќе </w:t>
      </w:r>
      <w:r w:rsidR="006F70BC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обезбеди безбедност и здравје при работа за сите  вработени во општина Охрид од секој аспект поврзан со работата. Градоначалникот во рамки на неговите обврски презема мерки потребни за безбедност и здравје при работа</w:t>
      </w:r>
      <w:r w:rsidR="00F664F3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на вработените, вклучувајќи заштита од професионални ризици, обезбедување информации и обука и обезбедување соодветна организација и потребни средства.</w:t>
      </w:r>
    </w:p>
    <w:p w14:paraId="7035D4D3" w14:textId="77777777" w:rsidR="008044D4" w:rsidRPr="00AD786C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Градоначалникот</w:t>
      </w:r>
      <w:r w:rsidR="008044D4"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 е должен да планира мерки и средства за обезбедување развој и унапредување на безбедноста и здравјето при работа и за менување на постојните технолошки процеси со помалку опасни, односно со побезбедни процеси и да ги прилагоди мерките земајќи ги предвид променливите околности за подобрување на постојните состојби</w:t>
      </w:r>
      <w:r w:rsidR="008044D4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.</w:t>
      </w:r>
      <w:r w:rsidR="008044D4"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 </w:t>
      </w:r>
    </w:p>
    <w:p w14:paraId="5C328675" w14:textId="77777777" w:rsidR="000B5B0A" w:rsidRPr="00AD786C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Градоначалникот </w:t>
      </w:r>
      <w:r w:rsidR="008044D4"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ги спроведува мерките за безбедност и здравје при работа врз основа на следниве основни начела: </w:t>
      </w:r>
    </w:p>
    <w:p w14:paraId="195D0E3F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избегнување на ризици, </w:t>
      </w:r>
    </w:p>
    <w:p w14:paraId="21F85544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проценување на ризиците кои не можат да се избегнат, </w:t>
      </w:r>
    </w:p>
    <w:p w14:paraId="4EEBC507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справување со ризиците на самиот почеток, </w:t>
      </w:r>
    </w:p>
    <w:p w14:paraId="45F287A4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прилагодување на работата кон поединецот, особено во однос на карактеристиките на работното место и работната средина и олеснување на монотоната работа и работата со претходно утврдено работно темпо </w:t>
      </w:r>
    </w:p>
    <w:p w14:paraId="044A8037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изборот на личната заштитна опрема, </w:t>
      </w:r>
    </w:p>
    <w:p w14:paraId="39256518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изборот на хемиски супстанции или препарати, </w:t>
      </w:r>
    </w:p>
    <w:p w14:paraId="6AA41C83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изборот на работни и производни методи, </w:t>
      </w:r>
    </w:p>
    <w:p w14:paraId="34E6C2C7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>- спроведување на мерките потребни за одржување и зајакнување на здравјето,</w:t>
      </w:r>
    </w:p>
    <w:p w14:paraId="13CB296F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 - прилагодување кон техничко-технолошкиот напредок, </w:t>
      </w:r>
    </w:p>
    <w:p w14:paraId="74013255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замена на опасното со безопасно или помалку опасно, </w:t>
      </w:r>
    </w:p>
    <w:p w14:paraId="6CF4CAC2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развивање на целосна безбедносна стратегија која опфаќа, технологија, организација на работа, работни услови, меѓучовечки односи и фактори кои влијаат врз работната средина, </w:t>
      </w:r>
    </w:p>
    <w:p w14:paraId="06135344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lastRenderedPageBreak/>
        <w:t xml:space="preserve">- давање приоритет на колективните безбедносни мерки наспроти поединечните мерки и </w:t>
      </w:r>
    </w:p>
    <w:p w14:paraId="2E6E02A3" w14:textId="77777777" w:rsidR="000B5B0A" w:rsidRPr="00AD786C" w:rsidRDefault="008044D4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- обезбедување на соодветни упатства и инструкции и известувања на вработените. </w:t>
      </w:r>
    </w:p>
    <w:p w14:paraId="4D680420" w14:textId="77777777" w:rsidR="000B5B0A" w:rsidRPr="00AD786C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</w:p>
    <w:p w14:paraId="2A732275" w14:textId="77777777" w:rsidR="008044D4" w:rsidRPr="00AD786C" w:rsidRDefault="000B5B0A" w:rsidP="008044D4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Градоначалникот</w:t>
      </w:r>
      <w:r w:rsidR="008044D4"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 </w:t>
      </w:r>
      <w:r w:rsidR="00976C55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го прилагодува</w:t>
      </w:r>
      <w:r w:rsidR="008044D4" w:rsidRPr="00AD786C">
        <w:rPr>
          <w:rFonts w:eastAsia="Calibri"/>
          <w:color w:val="auto"/>
          <w:kern w:val="0"/>
          <w:sz w:val="24"/>
          <w:szCs w:val="24"/>
          <w:lang w:eastAsia="en-US"/>
        </w:rPr>
        <w:t xml:space="preserve"> работниот процес кон способностите на вработените, при што работната средина и средствата за работа мора да бидат безбедни и безопасни по здравјето, земајќи ја предвид природата на работа.</w:t>
      </w:r>
    </w:p>
    <w:p w14:paraId="1DFDAC63" w14:textId="77777777" w:rsidR="008044D4" w:rsidRPr="00AD786C" w:rsidRDefault="008044D4" w:rsidP="00836CEB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eastAsia="en-US"/>
        </w:rPr>
      </w:pPr>
    </w:p>
    <w:p w14:paraId="27CB0930" w14:textId="77777777" w:rsidR="006C055A" w:rsidRPr="00AD786C" w:rsidRDefault="002E1F46" w:rsidP="000F490B">
      <w:pPr>
        <w:ind w:firstLine="360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1</w:t>
      </w:r>
      <w:r w:rsidR="000F490B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. Цели</w:t>
      </w:r>
    </w:p>
    <w:p w14:paraId="332C4B42" w14:textId="77777777" w:rsidR="0067494E" w:rsidRPr="00AD786C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454FEE21" w14:textId="77777777" w:rsidR="0067494E" w:rsidRPr="00AD786C" w:rsidRDefault="000F490B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Програмата за безбедност и здравје при работа има за цел</w:t>
      </w:r>
      <w:r w:rsidR="0067494E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:</w:t>
      </w:r>
    </w:p>
    <w:p w14:paraId="266F48F3" w14:textId="77777777" w:rsidR="0067494E" w:rsidRPr="00AD786C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-</w:t>
      </w:r>
      <w:r w:rsidR="000F490B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</w:t>
      </w:r>
      <w:r w:rsidR="007F0A60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да</w:t>
      </w:r>
      <w:r w:rsidR="000F490B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овозможи безбедна средина и здравје </w:t>
      </w:r>
      <w:r w:rsidR="007B34AD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при работа</w:t>
      </w:r>
      <w:r w:rsidR="007F0A60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на вработените во општина Охрид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,</w:t>
      </w:r>
    </w:p>
    <w:p w14:paraId="164E4768" w14:textId="77777777" w:rsidR="0067494E" w:rsidRPr="00AD786C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- </w:t>
      </w:r>
      <w:r w:rsidR="007F0A60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подобрување на мерките за безбедност и здравје при работа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, </w:t>
      </w:r>
    </w:p>
    <w:p w14:paraId="54160BF0" w14:textId="77777777" w:rsidR="000F490B" w:rsidRPr="00AD786C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- процена на секој вид на ризик за сите работни места,</w:t>
      </w:r>
    </w:p>
    <w:p w14:paraId="6CD4E800" w14:textId="77777777" w:rsidR="0067494E" w:rsidRPr="00AD786C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-</w:t>
      </w:r>
      <w:r w:rsidR="00813BA8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 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безбедносни мерки за контрола на ризици и елиминирање на штетни последици,</w:t>
      </w:r>
    </w:p>
    <w:p w14:paraId="3ED544D5" w14:textId="77777777" w:rsidR="0067494E" w:rsidRPr="00AD786C" w:rsidRDefault="0067494E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 xml:space="preserve">- превентивни мерки за </w:t>
      </w:r>
      <w:r w:rsidR="00894681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намалување на повреди на работно место,</w:t>
      </w:r>
    </w:p>
    <w:p w14:paraId="16BE6A89" w14:textId="77777777" w:rsidR="00894681" w:rsidRPr="00AD786C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- позитивна работна култура,</w:t>
      </w:r>
    </w:p>
    <w:p w14:paraId="2209C45E" w14:textId="77777777" w:rsidR="00894681" w:rsidRPr="00AD786C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-подобро здравј</w:t>
      </w:r>
      <w:r w:rsidR="00813BA8"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е на работа и подобар квалитет н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а живот на вработените во општина Охрид.</w:t>
      </w:r>
    </w:p>
    <w:p w14:paraId="6BBEFF45" w14:textId="77777777" w:rsidR="00894681" w:rsidRPr="00AD786C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1953F1F4" w14:textId="77777777" w:rsidR="00894681" w:rsidRPr="00AD786C" w:rsidRDefault="002E1F46" w:rsidP="007B34AD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AD786C">
        <w:rPr>
          <w:rFonts w:eastAsia="Calibri"/>
          <w:color w:val="auto"/>
          <w:kern w:val="0"/>
          <w:sz w:val="28"/>
          <w:szCs w:val="28"/>
          <w:lang w:val="mk-MK" w:eastAsia="en-US"/>
        </w:rPr>
        <w:t>2</w:t>
      </w:r>
      <w:r w:rsidR="00894681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. Законска регулатива</w:t>
      </w:r>
    </w:p>
    <w:p w14:paraId="4475E918" w14:textId="77777777" w:rsidR="00BF0494" w:rsidRPr="00AD786C" w:rsidRDefault="00BF0494" w:rsidP="007B34AD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</w:p>
    <w:p w14:paraId="7A7C142F" w14:textId="77777777" w:rsidR="00894681" w:rsidRPr="00AD786C" w:rsidRDefault="00894681" w:rsidP="007B34AD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Програмата за безбедност и здравје при работа на општина Охрид за 202</w:t>
      </w:r>
      <w:r w:rsidR="0088217E" w:rsidRPr="00AD786C">
        <w:rPr>
          <w:rFonts w:eastAsia="Calibri"/>
          <w:color w:val="auto"/>
          <w:kern w:val="0"/>
          <w:sz w:val="24"/>
          <w:szCs w:val="24"/>
          <w:lang w:val="en-US" w:eastAsia="en-US"/>
        </w:rPr>
        <w:t>4</w:t>
      </w:r>
      <w:r w:rsidRPr="00AD786C">
        <w:rPr>
          <w:rFonts w:eastAsia="Calibri"/>
          <w:color w:val="auto"/>
          <w:kern w:val="0"/>
          <w:sz w:val="24"/>
          <w:szCs w:val="24"/>
          <w:lang w:val="mk-MK" w:eastAsia="en-US"/>
        </w:rPr>
        <w:t>, предвидените активности ги базира на следниве законски акти:</w:t>
      </w:r>
    </w:p>
    <w:p w14:paraId="051F4072" w14:textId="77777777" w:rsidR="006C055A" w:rsidRPr="00AD786C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AD786C">
        <w:rPr>
          <w:rFonts w:ascii="Times New Roman" w:eastAsia="Calibri" w:hAnsi="Times New Roman"/>
          <w:szCs w:val="24"/>
          <w:lang w:val="mk-MK" w:eastAsia="en-US"/>
        </w:rPr>
        <w:t>Законот за безбедност и здравје при работа („Службен весник на Република Македонија“ бр. 92/2007, 136/2011, 23/2013, 25/2013, 137/2013, 164/2013, 158/2014, 15/2015, 129/2015,192/2015 и 30/2016);</w:t>
      </w:r>
    </w:p>
    <w:p w14:paraId="1AF80226" w14:textId="77777777" w:rsidR="00894681" w:rsidRPr="00AD786C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AD786C">
        <w:rPr>
          <w:rFonts w:ascii="Times New Roman" w:eastAsia="Calibri" w:hAnsi="Times New Roman"/>
          <w:szCs w:val="24"/>
          <w:lang w:val="mk-MK" w:eastAsia="en-US"/>
        </w:rPr>
        <w:t>Стратегијата за безбедност и здравје при работа 2021-2025;</w:t>
      </w:r>
    </w:p>
    <w:p w14:paraId="37773024" w14:textId="77777777" w:rsidR="00894681" w:rsidRPr="00AD786C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AD786C">
        <w:rPr>
          <w:rFonts w:ascii="Times New Roman" w:eastAsia="Calibri" w:hAnsi="Times New Roman"/>
          <w:szCs w:val="24"/>
          <w:lang w:val="mk-MK" w:eastAsia="en-US"/>
        </w:rPr>
        <w:t>Програма за безбедност и здравје при работа („Службен весник на Република Македонија“ бр. 292/2021</w:t>
      </w:r>
      <w:r w:rsidR="00BF0494" w:rsidRPr="00AD786C">
        <w:rPr>
          <w:rFonts w:ascii="Times New Roman" w:eastAsia="Calibri" w:hAnsi="Times New Roman"/>
          <w:szCs w:val="24"/>
          <w:lang w:val="mk-MK" w:eastAsia="en-US"/>
        </w:rPr>
        <w:t>;</w:t>
      </w:r>
    </w:p>
    <w:p w14:paraId="727EA1BA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eastAsia="mk-MK"/>
        </w:rPr>
        <w:t>Закон за заштита и спасување -Пречистен текст (Сл.Весник на Р.М бр.93/12).</w:t>
      </w:r>
    </w:p>
    <w:p w14:paraId="7F0F55CD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eastAsia="mk-MK"/>
        </w:rPr>
        <w:t xml:space="preserve">Закон за пожарникарството (Сл.Весник на Р.М бр.67/04, </w:t>
      </w:r>
      <w:r w:rsidRPr="00AD786C">
        <w:rPr>
          <w:color w:val="auto"/>
          <w:sz w:val="24"/>
          <w:szCs w:val="24"/>
          <w:lang w:val="mk-MK" w:eastAsia="mk-MK"/>
        </w:rPr>
        <w:t xml:space="preserve"> </w:t>
      </w:r>
      <w:r w:rsidRPr="00AD786C">
        <w:rPr>
          <w:color w:val="auto"/>
          <w:sz w:val="24"/>
          <w:szCs w:val="24"/>
          <w:lang w:eastAsia="mk-MK"/>
        </w:rPr>
        <w:t>81</w:t>
      </w:r>
      <w:r w:rsidRPr="00AD786C">
        <w:rPr>
          <w:color w:val="auto"/>
          <w:sz w:val="24"/>
          <w:szCs w:val="24"/>
          <w:lang w:val="mk-MK" w:eastAsia="mk-MK"/>
        </w:rPr>
        <w:t xml:space="preserve">/07, 55/13, 158/14, 193/15, 39/16). </w:t>
      </w:r>
    </w:p>
    <w:p w14:paraId="0A5B95C8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</w:rPr>
        <w:t>Правилник за техничките нормативи за хидрантска мрежа за гасење на пожари (Сл. Весник на Република Македонија бр. 26/2018)</w:t>
      </w:r>
    </w:p>
    <w:p w14:paraId="768DDA51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rPr>
          <w:color w:val="auto"/>
          <w:sz w:val="24"/>
          <w:szCs w:val="24"/>
          <w:lang w:val="mk-MK" w:eastAsia="nl-NL"/>
        </w:rPr>
      </w:pPr>
      <w:r w:rsidRPr="00AD786C">
        <w:rPr>
          <w:color w:val="auto"/>
          <w:sz w:val="24"/>
          <w:szCs w:val="24"/>
          <w:lang w:val="mk-MK"/>
        </w:rPr>
        <w:t>Закон за техничка инспекција (Сл.</w:t>
      </w:r>
      <w:r w:rsidRPr="00AD786C">
        <w:rPr>
          <w:color w:val="auto"/>
          <w:sz w:val="24"/>
          <w:szCs w:val="24"/>
        </w:rPr>
        <w:t xml:space="preserve"> </w:t>
      </w:r>
      <w:r w:rsidRPr="00AD786C">
        <w:rPr>
          <w:color w:val="auto"/>
          <w:sz w:val="24"/>
          <w:szCs w:val="24"/>
          <w:lang w:val="mk-MK"/>
        </w:rPr>
        <w:t>Весник на Р.М бр. 88/2008 и измените).</w:t>
      </w:r>
    </w:p>
    <w:p w14:paraId="3AFD4C43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rPr>
          <w:color w:val="auto"/>
          <w:sz w:val="24"/>
          <w:szCs w:val="24"/>
          <w:lang w:val="mk-MK" w:eastAsia="nl-NL"/>
        </w:rPr>
      </w:pPr>
      <w:r w:rsidRPr="00AD786C">
        <w:rPr>
          <w:color w:val="auto"/>
          <w:sz w:val="24"/>
          <w:szCs w:val="24"/>
          <w:lang w:val="mk-MK" w:eastAsia="mk-MK"/>
        </w:rPr>
        <w:t>Правилник за користење на лифтови и транспортери (Сл. Весник на Република Македонија 26/2009)</w:t>
      </w:r>
      <w:r w:rsidRPr="00AD786C">
        <w:rPr>
          <w:color w:val="auto"/>
          <w:sz w:val="24"/>
          <w:szCs w:val="24"/>
          <w:lang w:eastAsia="mk-MK"/>
        </w:rPr>
        <w:t>.</w:t>
      </w:r>
    </w:p>
    <w:p w14:paraId="2263837A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rPr>
          <w:color w:val="auto"/>
          <w:sz w:val="24"/>
          <w:szCs w:val="24"/>
          <w:lang w:val="mk-MK" w:eastAsia="nl-NL"/>
        </w:rPr>
      </w:pPr>
      <w:r w:rsidRPr="00AD786C">
        <w:rPr>
          <w:color w:val="auto"/>
          <w:sz w:val="24"/>
          <w:szCs w:val="24"/>
          <w:lang w:eastAsia="mk-MK"/>
        </w:rPr>
        <w:t>Закон за</w:t>
      </w:r>
      <w:r w:rsidRPr="00AD786C">
        <w:rPr>
          <w:color w:val="auto"/>
          <w:sz w:val="24"/>
          <w:szCs w:val="24"/>
          <w:lang w:val="mk-MK" w:eastAsia="mk-MK"/>
        </w:rPr>
        <w:t xml:space="preserve"> б</w:t>
      </w:r>
      <w:r w:rsidRPr="00AD786C">
        <w:rPr>
          <w:color w:val="auto"/>
          <w:sz w:val="24"/>
          <w:szCs w:val="24"/>
          <w:lang w:eastAsia="mk-MK"/>
        </w:rPr>
        <w:t>езбедност на</w:t>
      </w:r>
      <w:r w:rsidRPr="00AD786C">
        <w:rPr>
          <w:color w:val="auto"/>
          <w:sz w:val="24"/>
          <w:szCs w:val="24"/>
          <w:lang w:val="mk-MK" w:eastAsia="mk-MK"/>
        </w:rPr>
        <w:t xml:space="preserve"> </w:t>
      </w:r>
      <w:r w:rsidRPr="00AD786C">
        <w:rPr>
          <w:color w:val="auto"/>
          <w:sz w:val="24"/>
          <w:szCs w:val="24"/>
          <w:lang w:eastAsia="mk-MK"/>
        </w:rPr>
        <w:t>производи (Сл. Весник на Р.М.</w:t>
      </w:r>
      <w:r w:rsidRPr="00AD786C">
        <w:rPr>
          <w:color w:val="auto"/>
          <w:sz w:val="24"/>
          <w:szCs w:val="24"/>
          <w:lang w:val="mk-MK" w:eastAsia="mk-MK"/>
        </w:rPr>
        <w:t xml:space="preserve"> </w:t>
      </w:r>
      <w:r w:rsidRPr="00AD786C">
        <w:rPr>
          <w:color w:val="auto"/>
          <w:sz w:val="24"/>
          <w:szCs w:val="24"/>
          <w:lang w:eastAsia="mk-MK"/>
        </w:rPr>
        <w:t>33/2006,63/ 2007).</w:t>
      </w:r>
    </w:p>
    <w:p w14:paraId="5EB7B0B1" w14:textId="77777777" w:rsidR="00BF0494" w:rsidRPr="00AD786C" w:rsidRDefault="00BF0494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AD786C">
        <w:rPr>
          <w:rFonts w:ascii="Times New Roman" w:hAnsi="Times New Roman"/>
          <w:szCs w:val="24"/>
          <w:lang w:val="mk-MK"/>
        </w:rPr>
        <w:t xml:space="preserve">Правилник за пуштање на пазар на лифтови и сигурносни уреди за лифтови – (Сл. </w:t>
      </w:r>
      <w:r w:rsidRPr="00AD786C">
        <w:rPr>
          <w:rFonts w:ascii="Times New Roman" w:hAnsi="Times New Roman"/>
          <w:szCs w:val="24"/>
        </w:rPr>
        <w:t>Весник на Р</w:t>
      </w:r>
      <w:r w:rsidRPr="00AD786C">
        <w:rPr>
          <w:rFonts w:ascii="Times New Roman" w:hAnsi="Times New Roman"/>
          <w:szCs w:val="24"/>
          <w:lang w:val="mk-MK"/>
        </w:rPr>
        <w:t>.</w:t>
      </w:r>
      <w:r w:rsidRPr="00AD786C">
        <w:rPr>
          <w:rFonts w:ascii="Times New Roman" w:hAnsi="Times New Roman"/>
          <w:szCs w:val="24"/>
        </w:rPr>
        <w:t>М бр.</w:t>
      </w:r>
    </w:p>
    <w:p w14:paraId="48025A2E" w14:textId="77777777" w:rsidR="00BF0494" w:rsidRPr="00AD786C" w:rsidRDefault="00BF0494" w:rsidP="00BF0494">
      <w:pPr>
        <w:numPr>
          <w:ilvl w:val="0"/>
          <w:numId w:val="15"/>
        </w:numPr>
        <w:spacing w:line="276" w:lineRule="auto"/>
        <w:jc w:val="both"/>
        <w:rPr>
          <w:b/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val="mk-MK"/>
        </w:rPr>
        <w:t>Правилник за користење на електроенергетски постројки и електрична опрема (Сл. Весник на Р</w:t>
      </w:r>
      <w:r w:rsidRPr="00AD786C">
        <w:rPr>
          <w:color w:val="auto"/>
          <w:sz w:val="24"/>
          <w:szCs w:val="24"/>
          <w:lang w:val="en-US"/>
        </w:rPr>
        <w:t>.</w:t>
      </w:r>
      <w:r w:rsidRPr="00AD786C">
        <w:rPr>
          <w:color w:val="auto"/>
          <w:sz w:val="24"/>
          <w:szCs w:val="24"/>
          <w:lang w:val="mk-MK"/>
        </w:rPr>
        <w:t>М</w:t>
      </w:r>
      <w:r w:rsidRPr="00AD786C">
        <w:rPr>
          <w:color w:val="auto"/>
          <w:sz w:val="24"/>
          <w:szCs w:val="24"/>
          <w:lang w:val="en-US"/>
        </w:rPr>
        <w:t>.</w:t>
      </w:r>
      <w:r w:rsidRPr="00AD786C">
        <w:rPr>
          <w:color w:val="auto"/>
          <w:sz w:val="24"/>
          <w:szCs w:val="24"/>
          <w:lang w:val="mk-MK"/>
        </w:rPr>
        <w:t xml:space="preserve"> бр. 140/2010);</w:t>
      </w:r>
    </w:p>
    <w:p w14:paraId="1D4A756C" w14:textId="77777777" w:rsidR="00894681" w:rsidRPr="00AD786C" w:rsidRDefault="00894681" w:rsidP="00BF0494">
      <w:pPr>
        <w:pStyle w:val="ListParagraph"/>
        <w:numPr>
          <w:ilvl w:val="0"/>
          <w:numId w:val="15"/>
        </w:numPr>
        <w:jc w:val="both"/>
        <w:rPr>
          <w:rFonts w:ascii="Times New Roman" w:eastAsia="Calibri" w:hAnsi="Times New Roman"/>
          <w:szCs w:val="24"/>
          <w:lang w:val="mk-MK" w:eastAsia="en-US"/>
        </w:rPr>
      </w:pPr>
      <w:r w:rsidRPr="00AD786C">
        <w:rPr>
          <w:rFonts w:ascii="Times New Roman" w:hAnsi="Times New Roman"/>
          <w:szCs w:val="24"/>
          <w:lang w:val="mk-MK" w:eastAsia="mk-MK"/>
        </w:rPr>
        <w:lastRenderedPageBreak/>
        <w:t>Правилник за висина на трошоците за извршување на стручни работи за безбедност при работа (Сл.Вес. на Р.М бр.275 од 27.12.2019 г).</w:t>
      </w:r>
    </w:p>
    <w:p w14:paraId="4C877A7D" w14:textId="77777777" w:rsidR="00894681" w:rsidRPr="00AD786C" w:rsidRDefault="00894681" w:rsidP="00894681">
      <w:pPr>
        <w:ind w:firstLine="360"/>
        <w:jc w:val="both"/>
        <w:rPr>
          <w:rFonts w:eastAsia="Calibri"/>
          <w:color w:val="auto"/>
          <w:kern w:val="0"/>
          <w:sz w:val="24"/>
          <w:szCs w:val="24"/>
          <w:lang w:val="mk-MK" w:eastAsia="en-US"/>
        </w:rPr>
      </w:pPr>
    </w:p>
    <w:p w14:paraId="0472E77A" w14:textId="77777777" w:rsidR="006C055A" w:rsidRPr="00AD786C" w:rsidRDefault="002E1F46" w:rsidP="00976C55">
      <w:pPr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3</w:t>
      </w:r>
      <w:r w:rsidR="00976C55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. Активности</w:t>
      </w:r>
    </w:p>
    <w:p w14:paraId="4726F389" w14:textId="77777777" w:rsidR="00E3015C" w:rsidRPr="00AD786C" w:rsidRDefault="00E3015C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3C599BCC" w14:textId="77777777" w:rsidR="00E3015C" w:rsidRPr="00AD786C" w:rsidRDefault="002E1F46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AD786C">
        <w:rPr>
          <w:rFonts w:eastAsia="Calibri"/>
          <w:b/>
          <w:color w:val="auto"/>
          <w:kern w:val="0"/>
          <w:lang w:val="mk-MK" w:eastAsia="en-US"/>
        </w:rPr>
        <w:t>3</w:t>
      </w:r>
      <w:r w:rsidR="00976C55" w:rsidRPr="00AD786C">
        <w:rPr>
          <w:rFonts w:eastAsia="Calibri"/>
          <w:b/>
          <w:color w:val="auto"/>
          <w:kern w:val="0"/>
          <w:lang w:val="mk-MK" w:eastAsia="en-US"/>
        </w:rPr>
        <w:t>.1.</w:t>
      </w:r>
      <w:r w:rsidR="003E558A" w:rsidRPr="00AD786C">
        <w:rPr>
          <w:rFonts w:eastAsia="Calibri"/>
          <w:b/>
          <w:color w:val="auto"/>
          <w:kern w:val="0"/>
          <w:lang w:val="mk-MK" w:eastAsia="en-US"/>
        </w:rPr>
        <w:t xml:space="preserve"> </w:t>
      </w:r>
      <w:r w:rsidR="002658B2" w:rsidRPr="00AD786C">
        <w:rPr>
          <w:rFonts w:eastAsia="Calibri"/>
          <w:b/>
          <w:color w:val="auto"/>
          <w:kern w:val="0"/>
          <w:lang w:val="mk-MK" w:eastAsia="en-US"/>
        </w:rPr>
        <w:t>БЕЗБЕДНОСТ И ЗДРАВЈЕ ПРИ РАБОТА</w:t>
      </w:r>
    </w:p>
    <w:p w14:paraId="54BAB075" w14:textId="77777777" w:rsidR="003E558A" w:rsidRPr="00AD786C" w:rsidRDefault="003E558A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1910600F" w14:textId="77777777" w:rsidR="00E3015C" w:rsidRPr="00AD786C" w:rsidRDefault="00E3015C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2441D3FA" w14:textId="77777777" w:rsidR="00E3015C" w:rsidRPr="00AD786C" w:rsidRDefault="00E3015C" w:rsidP="00D17067">
      <w:pPr>
        <w:tabs>
          <w:tab w:val="left" w:pos="284"/>
          <w:tab w:val="left" w:pos="1760"/>
        </w:tabs>
        <w:spacing w:line="276" w:lineRule="auto"/>
        <w:ind w:left="1080"/>
        <w:rPr>
          <w:bCs/>
          <w:color w:val="auto"/>
          <w:lang w:val="mk-MK" w:eastAsia="en-GB"/>
        </w:rPr>
      </w:pP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7230"/>
        <w:gridCol w:w="593"/>
        <w:gridCol w:w="708"/>
        <w:gridCol w:w="1392"/>
      </w:tblGrid>
      <w:tr w:rsidR="00AD786C" w:rsidRPr="00AD786C" w14:paraId="3A718756" w14:textId="77777777" w:rsidTr="007B3663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C6DDDF6" w14:textId="77777777" w:rsidR="00E3015C" w:rsidRPr="00AD786C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E8EC6C" w14:textId="77777777" w:rsidR="00E3015C" w:rsidRPr="00AD786C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5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BC2E512" w14:textId="77777777" w:rsidR="00E3015C" w:rsidRPr="00AD786C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Кол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EDAA481" w14:textId="77777777" w:rsidR="00E3015C" w:rsidRPr="00AD786C" w:rsidRDefault="00E3015C" w:rsidP="00132E15">
            <w:pPr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Цена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4E5AED9" w14:textId="77777777" w:rsidR="00E3015C" w:rsidRPr="00AD786C" w:rsidRDefault="00E3015C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Вкупно</w:t>
            </w:r>
          </w:p>
        </w:tc>
      </w:tr>
      <w:tr w:rsidR="00AD786C" w:rsidRPr="00AD786C" w14:paraId="62A4B18C" w14:textId="77777777" w:rsidTr="007B36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061B32D" w14:textId="77777777" w:rsidR="00E3015C" w:rsidRPr="00AD786C" w:rsidRDefault="00F54A76" w:rsidP="00132E15">
            <w:pPr>
              <w:tabs>
                <w:tab w:val="right" w:pos="9072"/>
              </w:tabs>
              <w:jc w:val="center"/>
              <w:rPr>
                <w:color w:val="auto"/>
                <w:lang w:val="en-GB"/>
              </w:rPr>
            </w:pPr>
            <w:r w:rsidRPr="00AD786C">
              <w:rPr>
                <w:color w:val="auto"/>
                <w:lang w:val="en-GB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F23A362" w14:textId="107F2342" w:rsidR="00E3015C" w:rsidRPr="00AD786C" w:rsidRDefault="00E3015C" w:rsidP="00BA38D1">
            <w:pPr>
              <w:tabs>
                <w:tab w:val="right" w:pos="9072"/>
              </w:tabs>
              <w:rPr>
                <w:bCs/>
                <w:color w:val="auto"/>
                <w:lang w:val="mk-MK"/>
              </w:rPr>
            </w:pPr>
            <w:r w:rsidRPr="00AD786C">
              <w:rPr>
                <w:bCs/>
                <w:color w:val="auto"/>
                <w:lang w:val="mk-MK"/>
              </w:rPr>
              <w:t>Обука на вработените за безбедност и здравје при работа  -  на 25 и повеќе вработени</w:t>
            </w:r>
            <w:r w:rsidRPr="00AD786C">
              <w:rPr>
                <w:bCs/>
                <w:color w:val="auto"/>
              </w:rPr>
              <w:t>.</w:t>
            </w:r>
            <w:r w:rsidR="00826C3D" w:rsidRPr="00AD786C">
              <w:rPr>
                <w:bCs/>
                <w:color w:val="auto"/>
              </w:rPr>
              <w:t xml:space="preserve">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53FBEDF" w14:textId="77777777" w:rsidR="00E3015C" w:rsidRPr="00AD786C" w:rsidRDefault="00F54A76" w:rsidP="001A28E4">
            <w:pPr>
              <w:tabs>
                <w:tab w:val="right" w:pos="9072"/>
              </w:tabs>
              <w:jc w:val="center"/>
              <w:rPr>
                <w:iCs/>
                <w:color w:val="auto"/>
                <w:sz w:val="19"/>
                <w:szCs w:val="19"/>
                <w:lang w:val="en-US"/>
              </w:rPr>
            </w:pPr>
            <w:r w:rsidRPr="00AD786C">
              <w:rPr>
                <w:iCs/>
                <w:color w:val="auto"/>
                <w:sz w:val="19"/>
                <w:szCs w:val="19"/>
                <w:lang w:val="en-US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98A236F" w14:textId="77777777" w:rsidR="00E3015C" w:rsidRPr="00AD786C" w:rsidRDefault="00EB10EC" w:rsidP="00132E15">
            <w:pPr>
              <w:jc w:val="center"/>
              <w:rPr>
                <w:color w:val="auto"/>
              </w:rPr>
            </w:pPr>
            <w:r w:rsidRPr="00AD786C">
              <w:rPr>
                <w:color w:val="auto"/>
              </w:rPr>
              <w:t>472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7E62E5" w14:textId="77777777" w:rsidR="00E3015C" w:rsidRPr="00AD786C" w:rsidRDefault="00F54A76" w:rsidP="002E39F9">
            <w:pPr>
              <w:jc w:val="center"/>
              <w:rPr>
                <w:color w:val="auto"/>
              </w:rPr>
            </w:pPr>
            <w:r w:rsidRPr="00AD786C">
              <w:rPr>
                <w:color w:val="auto"/>
              </w:rPr>
              <w:t>14.160</w:t>
            </w:r>
          </w:p>
        </w:tc>
      </w:tr>
      <w:tr w:rsidR="00AD786C" w:rsidRPr="00AD786C" w14:paraId="5A562F0E" w14:textId="77777777" w:rsidTr="007B36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33C3733" w14:textId="77777777" w:rsidR="002F477A" w:rsidRPr="00AD786C" w:rsidRDefault="00F54A76" w:rsidP="003B7BD9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en-GB"/>
              </w:rPr>
            </w:pPr>
            <w:r w:rsidRPr="00AD786C">
              <w:rPr>
                <w:color w:val="auto"/>
                <w:sz w:val="19"/>
                <w:szCs w:val="19"/>
                <w:lang w:val="en-GB"/>
              </w:rPr>
              <w:t>2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E9C96" w14:textId="77777777" w:rsidR="002F477A" w:rsidRPr="00AD786C" w:rsidRDefault="002F477A" w:rsidP="002F477A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AD786C">
              <w:rPr>
                <w:bCs/>
                <w:color w:val="auto"/>
                <w:lang w:val="mk-MK"/>
              </w:rPr>
              <w:t>Редовно тестирање и контрола на работната опрема :</w:t>
            </w:r>
          </w:p>
          <w:p w14:paraId="6969E009" w14:textId="397AD46B" w:rsidR="002F477A" w:rsidRPr="00AD786C" w:rsidRDefault="002F477A" w:rsidP="00BA38D1">
            <w:pPr>
              <w:tabs>
                <w:tab w:val="right" w:pos="9072"/>
              </w:tabs>
              <w:jc w:val="both"/>
              <w:rPr>
                <w:bCs/>
                <w:color w:val="auto"/>
                <w:lang w:val="mk-MK"/>
              </w:rPr>
            </w:pPr>
            <w:r w:rsidRPr="00AD786C">
              <w:rPr>
                <w:bCs/>
                <w:color w:val="auto"/>
                <w:lang w:val="mk-MK"/>
              </w:rPr>
              <w:t>(Машина). Парен котел</w:t>
            </w:r>
            <w:r w:rsidR="00826C3D" w:rsidRPr="00AD786C">
              <w:rPr>
                <w:bCs/>
                <w:color w:val="auto"/>
                <w:lang w:val="en-US"/>
              </w:rPr>
              <w:t xml:space="preserve">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1DC4A64B" w14:textId="77777777" w:rsidR="002F477A" w:rsidRPr="00AD786C" w:rsidRDefault="002F477A" w:rsidP="003B7BD9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  <w:r w:rsidRPr="00AD786C">
              <w:rPr>
                <w:iCs/>
                <w:color w:val="auto"/>
                <w:lang w:val="mk-MK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1C2C49BD" w14:textId="77777777" w:rsidR="002F477A" w:rsidRPr="00AD786C" w:rsidRDefault="00EB10EC" w:rsidP="002F477A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</w:rPr>
              <w:t>2.950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6A159DDE" w14:textId="77777777" w:rsidR="002F477A" w:rsidRPr="00AD786C" w:rsidRDefault="00EB10EC" w:rsidP="002F477A">
            <w:pPr>
              <w:tabs>
                <w:tab w:val="right" w:pos="9072"/>
              </w:tabs>
              <w:jc w:val="center"/>
              <w:rPr>
                <w:color w:val="auto"/>
                <w:lang w:val="en-US"/>
              </w:rPr>
            </w:pPr>
            <w:r w:rsidRPr="00AD786C">
              <w:rPr>
                <w:color w:val="auto"/>
                <w:lang w:val="en-US"/>
              </w:rPr>
              <w:t>5.9</w:t>
            </w:r>
            <w:r w:rsidR="002F477A" w:rsidRPr="00AD786C">
              <w:rPr>
                <w:color w:val="auto"/>
                <w:lang w:val="en-US"/>
              </w:rPr>
              <w:t>00</w:t>
            </w:r>
          </w:p>
        </w:tc>
      </w:tr>
      <w:tr w:rsidR="00AD786C" w:rsidRPr="00AD786C" w14:paraId="0E22CF05" w14:textId="77777777" w:rsidTr="007B3663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7580B05" w14:textId="77777777" w:rsidR="00250655" w:rsidRPr="00AD786C" w:rsidRDefault="00250655" w:rsidP="003B7BD9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en-US"/>
              </w:rPr>
            </w:pPr>
          </w:p>
        </w:tc>
        <w:tc>
          <w:tcPr>
            <w:tcW w:w="8531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47AB9DFA" w14:textId="77777777" w:rsidR="00250655" w:rsidRPr="00AD786C" w:rsidRDefault="00EB10EC" w:rsidP="00250655">
            <w:pPr>
              <w:tabs>
                <w:tab w:val="right" w:pos="9072"/>
              </w:tabs>
              <w:rPr>
                <w:b/>
                <w:color w:val="auto"/>
              </w:rPr>
            </w:pPr>
            <w:r w:rsidRPr="00AD786C">
              <w:rPr>
                <w:b/>
                <w:bCs/>
                <w:color w:val="auto"/>
                <w:lang w:val="mk-MK"/>
              </w:rPr>
              <w:t xml:space="preserve">Вкупно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1DD84D86" w14:textId="77777777" w:rsidR="00250655" w:rsidRPr="00AD786C" w:rsidRDefault="00F54A76" w:rsidP="00B3000A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en-GB"/>
              </w:rPr>
              <w:t>20.060</w:t>
            </w:r>
            <w:r w:rsidR="00250655" w:rsidRPr="00AD786C">
              <w:rPr>
                <w:b/>
                <w:color w:val="auto"/>
                <w:lang w:val="mk-MK"/>
              </w:rPr>
              <w:t xml:space="preserve"> ден</w:t>
            </w:r>
            <w:r w:rsidR="00204B22" w:rsidRPr="00AD786C">
              <w:rPr>
                <w:b/>
                <w:color w:val="auto"/>
                <w:lang w:val="mk-MK"/>
              </w:rPr>
              <w:t>.</w:t>
            </w:r>
          </w:p>
        </w:tc>
      </w:tr>
    </w:tbl>
    <w:p w14:paraId="686CB547" w14:textId="77777777" w:rsidR="00E3015C" w:rsidRPr="00AD786C" w:rsidRDefault="00E3015C" w:rsidP="008D2AF1">
      <w:pPr>
        <w:ind w:firstLine="360"/>
        <w:jc w:val="both"/>
        <w:rPr>
          <w:color w:val="auto"/>
          <w:sz w:val="18"/>
          <w:szCs w:val="18"/>
          <w:lang w:eastAsia="mk-MK"/>
        </w:rPr>
      </w:pPr>
      <w:r w:rsidRPr="00AD786C">
        <w:rPr>
          <w:color w:val="auto"/>
          <w:sz w:val="18"/>
          <w:szCs w:val="18"/>
          <w:lang w:val="mk-MK" w:eastAsia="mk-MK"/>
        </w:rPr>
        <w:t>Цените се според Правилник за висина на трошоците за извршување на стручни работи за безбедност при работа (Сл.Вес</w:t>
      </w:r>
      <w:r w:rsidR="002A3F50" w:rsidRPr="00AD786C">
        <w:rPr>
          <w:color w:val="auto"/>
          <w:sz w:val="18"/>
          <w:szCs w:val="18"/>
          <w:lang w:val="mk-MK" w:eastAsia="mk-MK"/>
        </w:rPr>
        <w:t xml:space="preserve">ник </w:t>
      </w:r>
      <w:r w:rsidRPr="00AD786C">
        <w:rPr>
          <w:color w:val="auto"/>
          <w:sz w:val="18"/>
          <w:szCs w:val="18"/>
          <w:lang w:val="mk-MK" w:eastAsia="mk-MK"/>
        </w:rPr>
        <w:t>на Р.М бр.275 од 27.12.2019 г)</w:t>
      </w:r>
      <w:r w:rsidRPr="00AD786C">
        <w:rPr>
          <w:color w:val="auto"/>
          <w:sz w:val="18"/>
          <w:szCs w:val="18"/>
          <w:lang w:eastAsia="mk-MK"/>
        </w:rPr>
        <w:t>.</w:t>
      </w:r>
    </w:p>
    <w:p w14:paraId="2D73430E" w14:textId="77777777" w:rsidR="00E97FB8" w:rsidRPr="00AD786C" w:rsidRDefault="00E97FB8" w:rsidP="008D2AF1">
      <w:pPr>
        <w:ind w:firstLine="360"/>
        <w:jc w:val="both"/>
        <w:rPr>
          <w:b/>
          <w:color w:val="auto"/>
          <w:sz w:val="24"/>
          <w:szCs w:val="24"/>
          <w:lang w:val="mk-MK" w:eastAsia="mk-MK"/>
        </w:rPr>
      </w:pPr>
    </w:p>
    <w:p w14:paraId="39E036E5" w14:textId="77777777" w:rsidR="002658B2" w:rsidRPr="00AD786C" w:rsidRDefault="002E1F46" w:rsidP="002658B2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3</w:t>
      </w:r>
      <w:r w:rsidR="00976C55"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.</w:t>
      </w:r>
      <w:r w:rsidR="00461B83" w:rsidRPr="00AD786C">
        <w:rPr>
          <w:rFonts w:eastAsia="Calibri"/>
          <w:b/>
          <w:color w:val="auto"/>
          <w:kern w:val="0"/>
          <w:sz w:val="24"/>
          <w:szCs w:val="24"/>
          <w:lang w:val="en-GB" w:eastAsia="en-US"/>
        </w:rPr>
        <w:t>2</w:t>
      </w:r>
      <w:r w:rsidR="00976C55" w:rsidRPr="00AD786C">
        <w:rPr>
          <w:rFonts w:eastAsia="Calibri"/>
          <w:b/>
          <w:color w:val="auto"/>
          <w:kern w:val="0"/>
          <w:lang w:val="mk-MK" w:eastAsia="en-US"/>
        </w:rPr>
        <w:t>.</w:t>
      </w:r>
      <w:r w:rsidR="002658B2" w:rsidRPr="00AD786C">
        <w:rPr>
          <w:rFonts w:eastAsia="Calibri"/>
          <w:b/>
          <w:color w:val="auto"/>
          <w:kern w:val="0"/>
          <w:lang w:val="mk-MK" w:eastAsia="en-US"/>
        </w:rPr>
        <w:t xml:space="preserve"> </w:t>
      </w:r>
      <w:r w:rsidR="002658B2" w:rsidRPr="00AD786C">
        <w:rPr>
          <w:b/>
          <w:color w:val="auto"/>
          <w:sz w:val="24"/>
          <w:szCs w:val="24"/>
        </w:rPr>
        <w:t>O</w:t>
      </w:r>
      <w:r w:rsidR="001F6736" w:rsidRPr="00AD786C">
        <w:rPr>
          <w:b/>
          <w:color w:val="auto"/>
          <w:sz w:val="24"/>
          <w:szCs w:val="24"/>
          <w:lang w:val="mk-MK"/>
        </w:rPr>
        <w:t>ВЛАСТЕНО ПРАВНО ЛИЦЕ ЗА ВРШЕЊЕ СТРУЧНИ РАБОТИ</w:t>
      </w:r>
    </w:p>
    <w:p w14:paraId="69A6BB9E" w14:textId="77777777" w:rsidR="002658B2" w:rsidRPr="00AD786C" w:rsidRDefault="002658B2" w:rsidP="008D2AF1">
      <w:pPr>
        <w:ind w:firstLine="360"/>
        <w:jc w:val="both"/>
        <w:rPr>
          <w:color w:val="auto"/>
          <w:sz w:val="18"/>
          <w:szCs w:val="18"/>
          <w:lang w:eastAsia="mk-MK"/>
        </w:rPr>
      </w:pPr>
    </w:p>
    <w:p w14:paraId="3C7880BA" w14:textId="77777777" w:rsidR="008F67F0" w:rsidRPr="00AD786C" w:rsidRDefault="008F67F0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75EF41B9" w14:textId="77777777" w:rsidR="002658B2" w:rsidRPr="00AD786C" w:rsidRDefault="002658B2" w:rsidP="002658B2">
      <w:pPr>
        <w:tabs>
          <w:tab w:val="left" w:pos="284"/>
          <w:tab w:val="left" w:pos="1760"/>
        </w:tabs>
        <w:rPr>
          <w:bCs/>
          <w:color w:val="auto"/>
          <w:sz w:val="10"/>
          <w:szCs w:val="10"/>
          <w:lang w:val="mk-MK" w:eastAsia="en-GB"/>
        </w:rPr>
      </w:pPr>
    </w:p>
    <w:tbl>
      <w:tblPr>
        <w:tblW w:w="10490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532"/>
        <w:gridCol w:w="1391"/>
      </w:tblGrid>
      <w:tr w:rsidR="00AD786C" w:rsidRPr="00AD786C" w14:paraId="30621824" w14:textId="77777777" w:rsidTr="004B6DA2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6B95475" w14:textId="77777777" w:rsidR="002862CE" w:rsidRPr="00AD786C" w:rsidRDefault="002862CE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8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EEA0F41" w14:textId="77777777" w:rsidR="002862CE" w:rsidRPr="00AD786C" w:rsidRDefault="002862CE" w:rsidP="00132E15">
            <w:pPr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13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58091B" w14:textId="77777777" w:rsidR="002862CE" w:rsidRPr="00AD786C" w:rsidRDefault="002862CE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Вкупно</w:t>
            </w:r>
          </w:p>
        </w:tc>
      </w:tr>
      <w:tr w:rsidR="00AD786C" w:rsidRPr="00AD786C" w14:paraId="458F1632" w14:textId="77777777" w:rsidTr="00DA367D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E44F3EC" w14:textId="77777777" w:rsidR="002862CE" w:rsidRPr="00AD786C" w:rsidRDefault="002862CE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</w:rPr>
              <w:t>1</w:t>
            </w:r>
            <w:r w:rsidRPr="00AD786C">
              <w:rPr>
                <w:color w:val="auto"/>
                <w:lang w:val="mk-MK"/>
              </w:rPr>
              <w:t>.</w:t>
            </w:r>
          </w:p>
        </w:tc>
        <w:tc>
          <w:tcPr>
            <w:tcW w:w="8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764E6C37" w14:textId="38FBB33D" w:rsidR="002862CE" w:rsidRPr="00AD786C" w:rsidRDefault="002862CE" w:rsidP="00BA38D1">
            <w:pPr>
              <w:jc w:val="center"/>
              <w:rPr>
                <w:color w:val="auto"/>
                <w:lang w:val="mk-MK"/>
              </w:rPr>
            </w:pPr>
            <w:r w:rsidRPr="00AD786C">
              <w:rPr>
                <w:bCs/>
                <w:color w:val="auto"/>
                <w:lang w:val="mk-MK"/>
              </w:rPr>
              <w:t>Ангажирање на</w:t>
            </w:r>
            <w:r w:rsidRPr="00AD786C">
              <w:rPr>
                <w:bCs/>
                <w:color w:val="auto"/>
              </w:rPr>
              <w:t xml:space="preserve"> </w:t>
            </w:r>
            <w:r w:rsidRPr="00AD786C">
              <w:rPr>
                <w:bCs/>
                <w:color w:val="auto"/>
                <w:lang w:val="mk-MK"/>
              </w:rPr>
              <w:t xml:space="preserve">надворешно правно лице за извршување на стручни работи согласно Законот за безбедност и здравје при работа </w:t>
            </w:r>
            <w:r w:rsidRPr="00AD786C">
              <w:rPr>
                <w:color w:val="auto"/>
                <w:lang w:val="mk-MK"/>
              </w:rPr>
              <w:t>(„Службен весник на Република Македонија“ бр. 92/2007, 136/2011, 23/2013, 25/2013, 137/2013, 164/2013, 158/2014, 15/2015, 129/2015,192/2015 и 30/2016).</w:t>
            </w:r>
            <w:r w:rsidR="00826C3D" w:rsidRPr="00AD786C">
              <w:rPr>
                <w:color w:val="auto"/>
                <w:lang w:val="en-US"/>
              </w:rPr>
              <w:t xml:space="preserve">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99A5EC2" w14:textId="77777777" w:rsidR="002862CE" w:rsidRPr="00AD786C" w:rsidRDefault="002862CE" w:rsidP="006C3392">
            <w:pPr>
              <w:jc w:val="center"/>
              <w:rPr>
                <w:color w:val="auto"/>
                <w:lang w:val="en-GB"/>
              </w:rPr>
            </w:pPr>
            <w:r w:rsidRPr="00AD786C">
              <w:rPr>
                <w:color w:val="auto"/>
                <w:lang w:val="en-GB"/>
              </w:rPr>
              <w:t xml:space="preserve">50.000 </w:t>
            </w:r>
          </w:p>
          <w:p w14:paraId="72321E27" w14:textId="77777777" w:rsidR="002862CE" w:rsidRPr="00AD786C" w:rsidRDefault="002862CE" w:rsidP="002C0F42">
            <w:pPr>
              <w:rPr>
                <w:color w:val="auto"/>
                <w:lang w:val="en-GB"/>
              </w:rPr>
            </w:pPr>
          </w:p>
          <w:p w14:paraId="07BBAAAB" w14:textId="77777777" w:rsidR="002862CE" w:rsidRPr="00AD786C" w:rsidRDefault="002862CE" w:rsidP="002C0F42">
            <w:pPr>
              <w:jc w:val="center"/>
              <w:rPr>
                <w:color w:val="auto"/>
                <w:lang w:val="en-GB"/>
              </w:rPr>
            </w:pPr>
          </w:p>
        </w:tc>
      </w:tr>
      <w:tr w:rsidR="00AD786C" w:rsidRPr="00AD786C" w14:paraId="087C3A90" w14:textId="77777777" w:rsidTr="00B8363F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D535F39" w14:textId="77777777" w:rsidR="00250655" w:rsidRPr="00AD786C" w:rsidRDefault="00250655" w:rsidP="00132E15">
            <w:pPr>
              <w:tabs>
                <w:tab w:val="right" w:pos="9072"/>
              </w:tabs>
              <w:jc w:val="center"/>
              <w:rPr>
                <w:color w:val="auto"/>
                <w:sz w:val="24"/>
                <w:szCs w:val="24"/>
                <w:lang w:val="mk-MK"/>
              </w:rPr>
            </w:pPr>
          </w:p>
        </w:tc>
        <w:tc>
          <w:tcPr>
            <w:tcW w:w="85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78C621" w14:textId="77777777" w:rsidR="00250655" w:rsidRPr="00AD786C" w:rsidRDefault="006601BE" w:rsidP="00250655">
            <w:pPr>
              <w:rPr>
                <w:b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 xml:space="preserve">Вкупно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55B137" w14:textId="77777777" w:rsidR="00250655" w:rsidRPr="00AD786C" w:rsidRDefault="002862CE" w:rsidP="002B3619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50</w:t>
            </w:r>
            <w:r w:rsidRPr="00AD786C">
              <w:rPr>
                <w:b/>
                <w:color w:val="auto"/>
                <w:lang w:val="en-GB"/>
              </w:rPr>
              <w:t>.0</w:t>
            </w:r>
            <w:r w:rsidR="002B3619" w:rsidRPr="00AD786C">
              <w:rPr>
                <w:b/>
                <w:color w:val="auto"/>
                <w:lang w:val="en-GB"/>
              </w:rPr>
              <w:t>00</w:t>
            </w:r>
            <w:r w:rsidR="00250655" w:rsidRPr="00AD786C">
              <w:rPr>
                <w:b/>
                <w:color w:val="auto"/>
                <w:lang w:val="mk-MK"/>
              </w:rPr>
              <w:t>ден.</w:t>
            </w:r>
          </w:p>
        </w:tc>
      </w:tr>
    </w:tbl>
    <w:p w14:paraId="20DF66E7" w14:textId="77777777" w:rsidR="002658B2" w:rsidRPr="00AD786C" w:rsidRDefault="00705B2E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  <w:r w:rsidRPr="00AD786C">
        <w:rPr>
          <w:rFonts w:eastAsia="Calibri"/>
          <w:b/>
          <w:color w:val="auto"/>
          <w:kern w:val="0"/>
          <w:lang w:eastAsia="en-US"/>
        </w:rPr>
        <w:t>*</w:t>
      </w:r>
      <w:r w:rsidR="001F6736" w:rsidRPr="00AD786C">
        <w:rPr>
          <w:rFonts w:eastAsia="Calibri"/>
          <w:b/>
          <w:color w:val="auto"/>
          <w:kern w:val="0"/>
          <w:lang w:val="mk-MK" w:eastAsia="en-US"/>
        </w:rPr>
        <w:t xml:space="preserve">За </w:t>
      </w:r>
      <w:r w:rsidR="00D17067" w:rsidRPr="00AD786C">
        <w:rPr>
          <w:rFonts w:eastAsia="Calibri"/>
          <w:b/>
          <w:color w:val="auto"/>
          <w:kern w:val="0"/>
          <w:lang w:val="mk-MK" w:eastAsia="en-US"/>
        </w:rPr>
        <w:t>точка 3.2</w:t>
      </w:r>
      <w:r w:rsidR="001F6736" w:rsidRPr="00AD786C">
        <w:rPr>
          <w:rFonts w:eastAsia="Calibri"/>
          <w:b/>
          <w:color w:val="auto"/>
          <w:kern w:val="0"/>
          <w:lang w:val="mk-MK" w:eastAsia="en-US"/>
        </w:rPr>
        <w:t>, цената е по договор.</w:t>
      </w:r>
    </w:p>
    <w:p w14:paraId="357B756C" w14:textId="77777777" w:rsidR="002862CE" w:rsidRPr="00AD786C" w:rsidRDefault="002862CE" w:rsidP="008D2AF1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5C549157" w14:textId="77777777" w:rsidR="002862CE" w:rsidRPr="00AD786C" w:rsidRDefault="002862CE" w:rsidP="008D2AF1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 xml:space="preserve">3.3. НАБАВКА НА ЛИЧНА ЗАШТИТНА ОПРЕМА ЗА БЕЗБЕДНОСТ И </w:t>
      </w:r>
      <w:r w:rsidR="00AE5A3B"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ЗДРАВЈЕ ПРИ РАБОТА</w:t>
      </w:r>
    </w:p>
    <w:p w14:paraId="3358A008" w14:textId="77777777" w:rsidR="002862CE" w:rsidRPr="00AD786C" w:rsidRDefault="002862CE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tbl>
      <w:tblPr>
        <w:tblW w:w="10516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689"/>
        <w:gridCol w:w="3260"/>
      </w:tblGrid>
      <w:tr w:rsidR="00AD786C" w:rsidRPr="00AD786C" w14:paraId="07AF1686" w14:textId="77777777" w:rsidTr="002862C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A001C2F" w14:textId="77777777" w:rsidR="002862CE" w:rsidRPr="00AD786C" w:rsidRDefault="002862CE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4629A4" w14:textId="77777777" w:rsidR="002862CE" w:rsidRPr="00AD786C" w:rsidRDefault="002862CE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BB84801" w14:textId="77777777" w:rsidR="002862CE" w:rsidRPr="00AD786C" w:rsidRDefault="002862CE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Вкупно</w:t>
            </w:r>
          </w:p>
        </w:tc>
      </w:tr>
      <w:tr w:rsidR="00AD786C" w:rsidRPr="00AD786C" w14:paraId="187B10E0" w14:textId="77777777" w:rsidTr="006045BB">
        <w:trPr>
          <w:trHeight w:val="609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2FFC315" w14:textId="77777777" w:rsidR="002862CE" w:rsidRPr="00AD786C" w:rsidRDefault="002862CE" w:rsidP="002379CE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</w:rPr>
              <w:t>1</w:t>
            </w:r>
            <w:r w:rsidRPr="00AD786C">
              <w:rPr>
                <w:color w:val="auto"/>
                <w:lang w:val="mk-MK"/>
              </w:rPr>
              <w:t>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8EBE382" w14:textId="54705811" w:rsidR="002862CE" w:rsidRPr="00AD786C" w:rsidRDefault="002862CE" w:rsidP="00BA38D1">
            <w:pPr>
              <w:rPr>
                <w:bCs/>
                <w:color w:val="auto"/>
                <w:lang w:val="mk-MK"/>
              </w:rPr>
            </w:pPr>
            <w:r w:rsidRPr="00AD786C">
              <w:rPr>
                <w:bCs/>
                <w:color w:val="auto"/>
                <w:lang w:val="mk-MK"/>
              </w:rPr>
              <w:t xml:space="preserve">Набавка на лична заштитна опрема за безбедност и работа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C83B4C3" w14:textId="77777777" w:rsidR="002862CE" w:rsidRPr="00AD786C" w:rsidRDefault="002862CE" w:rsidP="002379CE">
            <w:pPr>
              <w:jc w:val="center"/>
              <w:rPr>
                <w:color w:val="auto"/>
                <w:lang w:val="en-GB"/>
              </w:rPr>
            </w:pPr>
            <w:r w:rsidRPr="00AD786C">
              <w:rPr>
                <w:color w:val="auto"/>
                <w:lang w:val="mk-MK"/>
              </w:rPr>
              <w:t>6</w:t>
            </w:r>
            <w:r w:rsidRPr="00AD786C">
              <w:rPr>
                <w:color w:val="auto"/>
                <w:lang w:val="en-GB"/>
              </w:rPr>
              <w:t xml:space="preserve">0.000 </w:t>
            </w:r>
          </w:p>
          <w:p w14:paraId="43BA8211" w14:textId="77777777" w:rsidR="002862CE" w:rsidRPr="00AD786C" w:rsidRDefault="002862CE" w:rsidP="002379CE">
            <w:pPr>
              <w:rPr>
                <w:color w:val="auto"/>
                <w:lang w:val="en-GB"/>
              </w:rPr>
            </w:pPr>
          </w:p>
          <w:p w14:paraId="651CAF39" w14:textId="77777777" w:rsidR="002862CE" w:rsidRPr="00AD786C" w:rsidRDefault="002862CE" w:rsidP="002379CE">
            <w:pPr>
              <w:jc w:val="center"/>
              <w:rPr>
                <w:color w:val="auto"/>
                <w:lang w:val="en-GB"/>
              </w:rPr>
            </w:pPr>
          </w:p>
        </w:tc>
      </w:tr>
      <w:tr w:rsidR="00AD786C" w:rsidRPr="00AD786C" w14:paraId="2E2E16B7" w14:textId="77777777" w:rsidTr="002862CE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4431BD2" w14:textId="77777777" w:rsidR="002862CE" w:rsidRPr="00AD786C" w:rsidRDefault="002862CE" w:rsidP="002379CE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5D8F14D7" w14:textId="77777777" w:rsidR="002862CE" w:rsidRPr="00AD786C" w:rsidRDefault="002862CE" w:rsidP="002379CE">
            <w:pPr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Вкупно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1F55DE" w14:textId="77777777" w:rsidR="002862CE" w:rsidRPr="00AD786C" w:rsidRDefault="002862CE" w:rsidP="002379CE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60.000</w:t>
            </w:r>
            <w:r w:rsidR="006045BB" w:rsidRPr="00AD786C">
              <w:rPr>
                <w:b/>
                <w:color w:val="auto"/>
                <w:lang w:val="mk-MK"/>
              </w:rPr>
              <w:t xml:space="preserve"> денари</w:t>
            </w:r>
          </w:p>
        </w:tc>
      </w:tr>
    </w:tbl>
    <w:p w14:paraId="392A47FE" w14:textId="77777777" w:rsidR="00E3015C" w:rsidRPr="00AD786C" w:rsidRDefault="00E3015C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2618A920" w14:textId="77777777" w:rsidR="00782D97" w:rsidRPr="00AD786C" w:rsidRDefault="00782D97" w:rsidP="008D2AF1">
      <w:pPr>
        <w:ind w:firstLine="360"/>
        <w:jc w:val="both"/>
        <w:rPr>
          <w:rFonts w:eastAsia="Calibri"/>
          <w:b/>
          <w:color w:val="auto"/>
          <w:kern w:val="0"/>
          <w:lang w:val="mk-MK" w:eastAsia="en-US"/>
        </w:rPr>
      </w:pPr>
    </w:p>
    <w:p w14:paraId="1B1CFFE7" w14:textId="77777777" w:rsidR="003E558A" w:rsidRPr="00AD786C" w:rsidRDefault="002E1F46" w:rsidP="002E1F46">
      <w:pPr>
        <w:ind w:left="360"/>
        <w:jc w:val="both"/>
        <w:rPr>
          <w:rFonts w:eastAsia="Calibri"/>
          <w:b/>
          <w:color w:val="auto"/>
          <w:sz w:val="24"/>
          <w:szCs w:val="24"/>
          <w:lang w:val="mk-MK" w:eastAsia="en-US"/>
        </w:rPr>
      </w:pPr>
      <w:r w:rsidRPr="00AD786C">
        <w:rPr>
          <w:rFonts w:eastAsia="Calibri"/>
          <w:b/>
          <w:color w:val="auto"/>
          <w:sz w:val="24"/>
          <w:szCs w:val="24"/>
          <w:lang w:val="mk-MK" w:eastAsia="en-US"/>
        </w:rPr>
        <w:t>3.</w:t>
      </w:r>
      <w:r w:rsidR="00AE5A3B" w:rsidRPr="00AD786C">
        <w:rPr>
          <w:rFonts w:eastAsia="Calibri"/>
          <w:b/>
          <w:color w:val="auto"/>
          <w:sz w:val="24"/>
          <w:szCs w:val="24"/>
          <w:lang w:val="mk-MK" w:eastAsia="en-US"/>
        </w:rPr>
        <w:t>4</w:t>
      </w:r>
      <w:r w:rsidRPr="00AD786C">
        <w:rPr>
          <w:rFonts w:eastAsia="Calibri"/>
          <w:b/>
          <w:color w:val="auto"/>
          <w:sz w:val="24"/>
          <w:szCs w:val="24"/>
          <w:lang w:val="mk-MK" w:eastAsia="en-US"/>
        </w:rPr>
        <w:t>.</w:t>
      </w:r>
      <w:r w:rsidR="00442D90" w:rsidRPr="00AD786C">
        <w:rPr>
          <w:rFonts w:eastAsia="Calibri"/>
          <w:b/>
          <w:color w:val="auto"/>
          <w:sz w:val="24"/>
          <w:szCs w:val="24"/>
          <w:lang w:val="mk-MK" w:eastAsia="en-US"/>
        </w:rPr>
        <w:t xml:space="preserve"> Испитување на  ОПРЕМА ЗА ПРОТИВПОЖАРНА ЗАШТИТА</w:t>
      </w:r>
    </w:p>
    <w:p w14:paraId="4291FB23" w14:textId="77777777" w:rsidR="003E558A" w:rsidRPr="00AD786C" w:rsidRDefault="003E558A" w:rsidP="003E558A">
      <w:pPr>
        <w:spacing w:line="276" w:lineRule="auto"/>
        <w:jc w:val="both"/>
        <w:rPr>
          <w:color w:val="auto"/>
          <w:sz w:val="18"/>
          <w:szCs w:val="18"/>
          <w:lang w:val="mk-MK"/>
        </w:rPr>
      </w:pPr>
    </w:p>
    <w:p w14:paraId="755C4CB9" w14:textId="77777777" w:rsidR="003E558A" w:rsidRPr="00AD786C" w:rsidRDefault="003E558A" w:rsidP="00D17067">
      <w:pPr>
        <w:tabs>
          <w:tab w:val="left" w:pos="284"/>
        </w:tabs>
        <w:spacing w:line="276" w:lineRule="auto"/>
        <w:ind w:left="1080"/>
        <w:jc w:val="both"/>
        <w:rPr>
          <w:b/>
          <w:bCs/>
          <w:color w:val="auto"/>
          <w:lang w:val="mk-MK" w:eastAsia="en-GB"/>
        </w:rPr>
      </w:pPr>
    </w:p>
    <w:tbl>
      <w:tblPr>
        <w:tblW w:w="10349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6"/>
        <w:gridCol w:w="7928"/>
        <w:gridCol w:w="1605"/>
      </w:tblGrid>
      <w:tr w:rsidR="00AD786C" w:rsidRPr="00AD786C" w14:paraId="3E800F4F" w14:textId="77777777" w:rsidTr="00D17067">
        <w:tc>
          <w:tcPr>
            <w:tcW w:w="816" w:type="dxa"/>
            <w:shd w:val="clear" w:color="auto" w:fill="F2F2F2"/>
            <w:vAlign w:val="center"/>
          </w:tcPr>
          <w:p w14:paraId="70F83B55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</w:t>
            </w:r>
          </w:p>
        </w:tc>
        <w:tc>
          <w:tcPr>
            <w:tcW w:w="9533" w:type="dxa"/>
            <w:gridSpan w:val="2"/>
            <w:shd w:val="clear" w:color="auto" w:fill="F2F2F2"/>
            <w:vAlign w:val="center"/>
          </w:tcPr>
          <w:p w14:paraId="7E091BE5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</w:tr>
      <w:tr w:rsidR="00AD786C" w:rsidRPr="00AD786C" w14:paraId="0723E44E" w14:textId="77777777" w:rsidTr="00D17067">
        <w:trPr>
          <w:trHeight w:val="540"/>
        </w:trPr>
        <w:tc>
          <w:tcPr>
            <w:tcW w:w="81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1D831EC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b/>
                <w:color w:val="auto"/>
              </w:rPr>
            </w:pPr>
            <w:r w:rsidRPr="00AD786C">
              <w:rPr>
                <w:b/>
                <w:color w:val="auto"/>
              </w:rPr>
              <w:t>I</w:t>
            </w:r>
          </w:p>
        </w:tc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001DF9" w14:textId="77777777" w:rsidR="006045BB" w:rsidRPr="00AD786C" w:rsidRDefault="006045BB" w:rsidP="00132E15">
            <w:pPr>
              <w:tabs>
                <w:tab w:val="right" w:pos="9072"/>
              </w:tabs>
              <w:jc w:val="both"/>
              <w:rPr>
                <w:b/>
                <w:color w:val="auto"/>
                <w:lang w:eastAsia="mk-MK"/>
              </w:rPr>
            </w:pPr>
            <w:r w:rsidRPr="00AD786C">
              <w:rPr>
                <w:b/>
                <w:color w:val="auto"/>
                <w:lang w:val="mk-MK" w:eastAsia="mk-MK"/>
              </w:rPr>
              <w:t xml:space="preserve">Одржување сервисирање и испитување на ПП Апарати </w:t>
            </w:r>
            <w:r w:rsidRPr="00AD786C">
              <w:rPr>
                <w:b/>
                <w:color w:val="auto"/>
                <w:lang w:eastAsia="mk-MK"/>
              </w:rPr>
              <w:t xml:space="preserve">; 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>(Сл.Вес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>.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 xml:space="preserve"> на Р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>.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 xml:space="preserve">М 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>бр. 74/06)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 xml:space="preserve"> член 9,10,11 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>.</w:t>
            </w:r>
            <w:r w:rsidRPr="00AD786C">
              <w:rPr>
                <w:color w:val="auto"/>
                <w:sz w:val="16"/>
                <w:szCs w:val="16"/>
              </w:rPr>
              <w:t>Одржувањето,сервисирањето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испитувањето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рачните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преносни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рачните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превозни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противпожарни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апарати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се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врши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согласно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техничките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нормативи,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 xml:space="preserve"> стандарди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упатства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производителот.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Одржувањето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противпожарни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апарати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опфаќа:</w:t>
            </w:r>
          </w:p>
          <w:p w14:paraId="158AC13C" w14:textId="77777777" w:rsidR="006045BB" w:rsidRPr="00AD786C" w:rsidRDefault="006045BB" w:rsidP="00132E15">
            <w:pPr>
              <w:tabs>
                <w:tab w:val="right" w:pos="9072"/>
              </w:tabs>
              <w:jc w:val="both"/>
              <w:rPr>
                <w:color w:val="auto"/>
                <w:lang w:val="mk-MK"/>
              </w:rPr>
            </w:pPr>
          </w:p>
        </w:tc>
      </w:tr>
      <w:tr w:rsidR="00AD786C" w:rsidRPr="00AD786C" w14:paraId="085D0E96" w14:textId="77777777" w:rsidTr="00D17067">
        <w:trPr>
          <w:trHeight w:val="190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06FA3F15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  <w:lang w:val="mk-MK"/>
              </w:rPr>
              <w:t>1</w:t>
            </w:r>
            <w:r w:rsidRPr="00AD786C">
              <w:rPr>
                <w:color w:val="auto"/>
              </w:rPr>
              <w:t>.</w:t>
            </w:r>
          </w:p>
        </w:tc>
        <w:tc>
          <w:tcPr>
            <w:tcW w:w="9533" w:type="dxa"/>
            <w:gridSpan w:val="2"/>
            <w:tcBorders>
              <w:top w:val="single" w:sz="4" w:space="0" w:color="auto"/>
            </w:tcBorders>
          </w:tcPr>
          <w:p w14:paraId="4952CBB1" w14:textId="77777777" w:rsidR="006045BB" w:rsidRPr="00AD786C" w:rsidRDefault="006045BB" w:rsidP="00132E15">
            <w:pPr>
              <w:tabs>
                <w:tab w:val="right" w:pos="9072"/>
              </w:tabs>
              <w:jc w:val="both"/>
              <w:rPr>
                <w:b/>
                <w:color w:val="auto"/>
                <w:lang w:val="mk-MK" w:eastAsia="mk-MK"/>
              </w:rPr>
            </w:pPr>
            <w:r w:rsidRPr="00AD786C">
              <w:rPr>
                <w:b/>
                <w:color w:val="auto"/>
                <w:lang w:val="mk-MK"/>
              </w:rPr>
              <w:t>Р</w:t>
            </w:r>
            <w:r w:rsidRPr="00AD786C">
              <w:rPr>
                <w:b/>
                <w:color w:val="auto"/>
              </w:rPr>
              <w:t>едовен</w:t>
            </w:r>
            <w:r w:rsidRPr="00AD786C">
              <w:rPr>
                <w:b/>
                <w:color w:val="auto"/>
                <w:lang w:val="mk-MK"/>
              </w:rPr>
              <w:t xml:space="preserve"> </w:t>
            </w:r>
            <w:r w:rsidRPr="00AD786C">
              <w:rPr>
                <w:b/>
                <w:color w:val="auto"/>
              </w:rPr>
              <w:t>визуелен</w:t>
            </w:r>
            <w:r w:rsidRPr="00AD786C">
              <w:rPr>
                <w:color w:val="auto"/>
                <w:lang w:val="mk-MK"/>
              </w:rPr>
              <w:t xml:space="preserve">  </w:t>
            </w:r>
            <w:r w:rsidRPr="00AD786C">
              <w:rPr>
                <w:b/>
                <w:color w:val="auto"/>
              </w:rPr>
              <w:t>преглед</w:t>
            </w:r>
            <w:r w:rsidRPr="00AD786C">
              <w:rPr>
                <w:color w:val="auto"/>
                <w:lang w:val="mk-MK"/>
              </w:rPr>
              <w:t xml:space="preserve"> </w:t>
            </w:r>
            <w:r w:rsidRPr="00AD786C">
              <w:rPr>
                <w:color w:val="auto"/>
                <w:sz w:val="14"/>
                <w:szCs w:val="14"/>
                <w:lang w:val="mk-MK"/>
              </w:rPr>
              <w:t>(го врш</w:t>
            </w:r>
            <w:r w:rsidRPr="00AD786C">
              <w:rPr>
                <w:color w:val="auto"/>
                <w:sz w:val="14"/>
                <w:szCs w:val="14"/>
                <w:lang w:val="en-GB"/>
              </w:rPr>
              <w:t>и</w:t>
            </w:r>
            <w:r w:rsidRPr="00AD786C">
              <w:rPr>
                <w:color w:val="auto"/>
                <w:sz w:val="14"/>
                <w:szCs w:val="14"/>
                <w:lang w:val="mk-MK"/>
              </w:rPr>
              <w:t xml:space="preserve"> сопственикот - корисникот на пп апаратот и тоа најмалку еднаш месечно)</w:t>
            </w:r>
          </w:p>
        </w:tc>
      </w:tr>
      <w:tr w:rsidR="00AD786C" w:rsidRPr="00AD786C" w14:paraId="09884A8B" w14:textId="77777777" w:rsidTr="00D17067">
        <w:trPr>
          <w:trHeight w:val="428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75053654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  <w:lang w:val="mk-MK"/>
              </w:rPr>
              <w:t>2</w:t>
            </w:r>
            <w:r w:rsidRPr="00AD786C">
              <w:rPr>
                <w:color w:val="auto"/>
              </w:rPr>
              <w:t>.</w:t>
            </w:r>
          </w:p>
          <w:p w14:paraId="64022A4D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1DBA7E" w14:textId="77777777" w:rsidR="006045BB" w:rsidRPr="00AD786C" w:rsidRDefault="006045BB" w:rsidP="00132E15">
            <w:pPr>
              <w:tabs>
                <w:tab w:val="right" w:pos="9072"/>
              </w:tabs>
              <w:jc w:val="both"/>
              <w:rPr>
                <w:b/>
                <w:color w:val="auto"/>
              </w:rPr>
            </w:pPr>
            <w:r w:rsidRPr="00AD786C">
              <w:rPr>
                <w:b/>
                <w:color w:val="auto"/>
                <w:lang w:val="mk-MK" w:eastAsia="mk-MK"/>
              </w:rPr>
              <w:t xml:space="preserve">Сервисен преглед и </w:t>
            </w:r>
            <w:r w:rsidRPr="00AD786C">
              <w:rPr>
                <w:b/>
                <w:color w:val="auto"/>
              </w:rPr>
              <w:t>контролно</w:t>
            </w:r>
            <w:r w:rsidRPr="00AD786C">
              <w:rPr>
                <w:b/>
                <w:color w:val="auto"/>
                <w:lang w:val="mk-MK"/>
              </w:rPr>
              <w:t xml:space="preserve"> </w:t>
            </w:r>
            <w:r w:rsidRPr="00AD786C">
              <w:rPr>
                <w:b/>
                <w:color w:val="auto"/>
              </w:rPr>
              <w:t>испитување.</w:t>
            </w:r>
            <w:r w:rsidRPr="00AD786C">
              <w:rPr>
                <w:b/>
                <w:color w:val="auto"/>
                <w:lang w:val="mk-MK"/>
              </w:rPr>
              <w:t xml:space="preserve"> </w:t>
            </w:r>
            <w:r w:rsidRPr="00AD786C">
              <w:rPr>
                <w:b/>
                <w:color w:val="auto"/>
                <w:sz w:val="16"/>
                <w:szCs w:val="16"/>
                <w:lang w:val="mk-MK"/>
              </w:rPr>
              <w:t>(Сервисен преглед и полнење на ппа го врше правно лице со овласување од ДЗС).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 xml:space="preserve"> Сл.Вес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>.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>на РМ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>бр.74/06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Сервисниот преглед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се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врши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најмалку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еднаш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годишно, 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потреба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почесто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во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зависност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од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условите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пожарното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оптоварување.</w:t>
            </w:r>
            <w:r w:rsidRPr="00AD786C">
              <w:rPr>
                <w:color w:val="auto"/>
              </w:rPr>
              <w:t xml:space="preserve"> </w:t>
            </w:r>
          </w:p>
        </w:tc>
      </w:tr>
      <w:tr w:rsidR="00AD786C" w:rsidRPr="00AD786C" w14:paraId="4FA78F5A" w14:textId="77777777" w:rsidTr="00D17067">
        <w:trPr>
          <w:trHeight w:val="225"/>
        </w:trPr>
        <w:tc>
          <w:tcPr>
            <w:tcW w:w="816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CA07702" w14:textId="77777777" w:rsidR="006045BB" w:rsidRPr="00AD786C" w:rsidRDefault="006045BB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  <w:lang w:val="mk-MK"/>
              </w:rPr>
              <w:t>3</w:t>
            </w:r>
            <w:r w:rsidRPr="00AD786C">
              <w:rPr>
                <w:color w:val="auto"/>
              </w:rPr>
              <w:t>.</w:t>
            </w:r>
          </w:p>
        </w:tc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0270A0" w14:textId="77777777" w:rsidR="006045BB" w:rsidRPr="00AD786C" w:rsidRDefault="006045BB" w:rsidP="009603E8">
            <w:pPr>
              <w:tabs>
                <w:tab w:val="right" w:pos="9072"/>
              </w:tabs>
              <w:rPr>
                <w:b/>
                <w:color w:val="auto"/>
                <w:lang w:eastAsia="mk-MK"/>
              </w:rPr>
            </w:pPr>
            <w:r w:rsidRPr="00AD786C">
              <w:rPr>
                <w:b/>
                <w:color w:val="auto"/>
                <w:lang w:val="mk-MK" w:eastAsia="mk-MK"/>
              </w:rPr>
              <w:t>Полнење на противпожарни апарати</w:t>
            </w:r>
            <w:r w:rsidRPr="00AD786C">
              <w:rPr>
                <w:b/>
                <w:color w:val="auto"/>
                <w:lang w:val="en-US" w:eastAsia="mk-MK"/>
              </w:rPr>
              <w:t>*</w:t>
            </w:r>
            <w:r w:rsidRPr="00AD786C">
              <w:rPr>
                <w:b/>
                <w:color w:val="auto"/>
                <w:lang w:eastAsia="mk-MK"/>
              </w:rPr>
              <w:t>:</w:t>
            </w:r>
          </w:p>
        </w:tc>
      </w:tr>
      <w:tr w:rsidR="00AD786C" w:rsidRPr="00AD786C" w14:paraId="1170663F" w14:textId="77777777" w:rsidTr="00D17067">
        <w:trPr>
          <w:trHeight w:val="65"/>
        </w:trPr>
        <w:tc>
          <w:tcPr>
            <w:tcW w:w="816" w:type="dxa"/>
            <w:shd w:val="clear" w:color="auto" w:fill="F2F2F2"/>
            <w:vAlign w:val="center"/>
          </w:tcPr>
          <w:p w14:paraId="6A3358BE" w14:textId="77777777" w:rsidR="006045BB" w:rsidRPr="00AD786C" w:rsidRDefault="006045BB" w:rsidP="009603E8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lastRenderedPageBreak/>
              <w:t>II</w:t>
            </w:r>
          </w:p>
        </w:tc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E06430" w14:textId="77777777" w:rsidR="006045BB" w:rsidRPr="00AD786C" w:rsidRDefault="006045BB" w:rsidP="009603E8">
            <w:pPr>
              <w:tabs>
                <w:tab w:val="right" w:pos="9072"/>
              </w:tabs>
              <w:jc w:val="both"/>
              <w:rPr>
                <w:b/>
                <w:color w:val="auto"/>
                <w:lang w:val="mk-MK" w:eastAsia="mk-MK"/>
              </w:rPr>
            </w:pPr>
            <w:r w:rsidRPr="00AD786C">
              <w:rPr>
                <w:b/>
                <w:color w:val="auto"/>
                <w:lang w:val="mk-MK" w:eastAsia="mk-MK"/>
              </w:rPr>
              <w:t xml:space="preserve">Одржување и сервисирање на стабилни инсталации за откривање јавување и гаснење на пожари и експлозивни смеси </w:t>
            </w:r>
            <w:r w:rsidRPr="00AD786C">
              <w:rPr>
                <w:b/>
                <w:color w:val="auto"/>
                <w:sz w:val="16"/>
                <w:szCs w:val="16"/>
                <w:lang w:eastAsia="mk-MK"/>
              </w:rPr>
              <w:t xml:space="preserve">; </w:t>
            </w:r>
            <w:r w:rsidRPr="00AD786C">
              <w:rPr>
                <w:color w:val="auto"/>
                <w:sz w:val="16"/>
                <w:szCs w:val="16"/>
                <w:lang w:eastAsia="mk-MK"/>
              </w:rPr>
              <w:t>Сл.Весник на Р.М бр.74/06)</w:t>
            </w:r>
            <w:r w:rsidRPr="00AD786C">
              <w:rPr>
                <w:color w:val="auto"/>
                <w:sz w:val="16"/>
                <w:szCs w:val="16"/>
                <w:lang w:val="mk-MK" w:eastAsia="mk-MK"/>
              </w:rPr>
              <w:t xml:space="preserve"> член  4.  </w:t>
            </w:r>
            <w:r w:rsidRPr="00AD786C">
              <w:rPr>
                <w:color w:val="auto"/>
                <w:sz w:val="16"/>
                <w:szCs w:val="16"/>
              </w:rPr>
              <w:t xml:space="preserve">Одржувањето, 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сервисирањето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испитувањето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уредите, инсталациите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за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заштита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од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пожари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за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автоматско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откривање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јавување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пожари, автоматско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откривање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гаснење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пожари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уреди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инсталации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за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рачно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јавување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на</w:t>
            </w:r>
            <w:r w:rsidRPr="00AD786C">
              <w:rPr>
                <w:color w:val="auto"/>
                <w:sz w:val="16"/>
                <w:szCs w:val="16"/>
                <w:lang w:val="mk-MK"/>
              </w:rPr>
              <w:t xml:space="preserve"> </w:t>
            </w:r>
            <w:r w:rsidRPr="00AD786C">
              <w:rPr>
                <w:color w:val="auto"/>
                <w:sz w:val="16"/>
                <w:szCs w:val="16"/>
              </w:rPr>
              <w:t>пожари.</w:t>
            </w:r>
            <w:r w:rsidRPr="00AD786C">
              <w:rPr>
                <w:color w:val="auto"/>
              </w:rPr>
              <w:t xml:space="preserve">      </w:t>
            </w:r>
          </w:p>
        </w:tc>
      </w:tr>
      <w:tr w:rsidR="00AD786C" w:rsidRPr="00AD786C" w14:paraId="3035E5FB" w14:textId="77777777" w:rsidTr="00D17067">
        <w:trPr>
          <w:trHeight w:val="394"/>
        </w:trPr>
        <w:tc>
          <w:tcPr>
            <w:tcW w:w="816" w:type="dxa"/>
            <w:shd w:val="clear" w:color="auto" w:fill="F2F2F2"/>
            <w:vAlign w:val="center"/>
          </w:tcPr>
          <w:p w14:paraId="200F4C71" w14:textId="77777777" w:rsidR="006045BB" w:rsidRPr="00AD786C" w:rsidRDefault="006045BB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  <w:lang w:val="mk-MK"/>
              </w:rPr>
              <w:t>1</w:t>
            </w:r>
            <w:r w:rsidRPr="00AD786C">
              <w:rPr>
                <w:color w:val="auto"/>
              </w:rPr>
              <w:t>.</w:t>
            </w:r>
          </w:p>
        </w:tc>
        <w:tc>
          <w:tcPr>
            <w:tcW w:w="9533" w:type="dxa"/>
            <w:gridSpan w:val="2"/>
            <w:tcBorders>
              <w:top w:val="single" w:sz="4" w:space="0" w:color="auto"/>
            </w:tcBorders>
            <w:vAlign w:val="center"/>
          </w:tcPr>
          <w:p w14:paraId="05F43E75" w14:textId="77777777" w:rsidR="006045BB" w:rsidRPr="00AD786C" w:rsidRDefault="006045BB" w:rsidP="009603E8">
            <w:pPr>
              <w:tabs>
                <w:tab w:val="right" w:pos="9072"/>
              </w:tabs>
              <w:rPr>
                <w:color w:val="auto"/>
                <w:lang w:val="en-US" w:eastAsia="mk-MK"/>
              </w:rPr>
            </w:pPr>
            <w:r w:rsidRPr="00AD786C">
              <w:rPr>
                <w:b/>
                <w:color w:val="auto"/>
                <w:lang w:val="mk-MK" w:eastAsia="mk-MK"/>
              </w:rPr>
              <w:t xml:space="preserve">Испитување </w:t>
            </w:r>
            <w:r w:rsidRPr="00AD786C">
              <w:rPr>
                <w:b/>
                <w:color w:val="auto"/>
                <w:lang w:eastAsia="mk-MK"/>
              </w:rPr>
              <w:t xml:space="preserve"> на </w:t>
            </w:r>
            <w:r w:rsidRPr="00AD786C">
              <w:rPr>
                <w:b/>
                <w:color w:val="auto"/>
                <w:lang w:val="mk-MK" w:eastAsia="mk-MK"/>
              </w:rPr>
              <w:t>Х</w:t>
            </w:r>
            <w:r w:rsidRPr="00AD786C">
              <w:rPr>
                <w:b/>
                <w:color w:val="auto"/>
                <w:lang w:eastAsia="mk-MK"/>
              </w:rPr>
              <w:t>идранти</w:t>
            </w:r>
          </w:p>
          <w:p w14:paraId="060CB2D9" w14:textId="77777777" w:rsidR="006045BB" w:rsidRPr="00AD786C" w:rsidRDefault="006045BB" w:rsidP="009603E8">
            <w:pPr>
              <w:jc w:val="center"/>
              <w:rPr>
                <w:color w:val="auto"/>
                <w:lang w:val="mk-MK"/>
              </w:rPr>
            </w:pPr>
          </w:p>
        </w:tc>
      </w:tr>
      <w:tr w:rsidR="00AD786C" w:rsidRPr="00AD786C" w14:paraId="3CC0B914" w14:textId="77777777" w:rsidTr="00D17067">
        <w:trPr>
          <w:trHeight w:val="168"/>
        </w:trPr>
        <w:tc>
          <w:tcPr>
            <w:tcW w:w="816" w:type="dxa"/>
            <w:shd w:val="clear" w:color="auto" w:fill="F2F2F2"/>
            <w:vAlign w:val="center"/>
          </w:tcPr>
          <w:p w14:paraId="1EC49C09" w14:textId="77777777" w:rsidR="006045BB" w:rsidRPr="00AD786C" w:rsidRDefault="006045BB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  <w:lang w:val="en-GB"/>
              </w:rPr>
              <w:t>2</w:t>
            </w:r>
            <w:r w:rsidRPr="00AD786C">
              <w:rPr>
                <w:color w:val="auto"/>
              </w:rPr>
              <w:t>.</w:t>
            </w:r>
          </w:p>
        </w:tc>
        <w:tc>
          <w:tcPr>
            <w:tcW w:w="953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A2D48A" w14:textId="77777777" w:rsidR="006045BB" w:rsidRPr="00AD786C" w:rsidRDefault="006045BB" w:rsidP="006045BB">
            <w:pPr>
              <w:tabs>
                <w:tab w:val="right" w:pos="9072"/>
              </w:tabs>
              <w:rPr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Испитување на ПРОТИВПОЖАРНА Централа</w:t>
            </w:r>
          </w:p>
        </w:tc>
      </w:tr>
      <w:tr w:rsidR="00AD786C" w:rsidRPr="00AD786C" w14:paraId="1EFE8853" w14:textId="77777777" w:rsidTr="00F414C7">
        <w:trPr>
          <w:trHeight w:val="168"/>
        </w:trPr>
        <w:tc>
          <w:tcPr>
            <w:tcW w:w="816" w:type="dxa"/>
            <w:shd w:val="clear" w:color="auto" w:fill="F2F2F2"/>
            <w:vAlign w:val="center"/>
          </w:tcPr>
          <w:p w14:paraId="48891359" w14:textId="77777777" w:rsidR="002862CE" w:rsidRPr="00AD786C" w:rsidRDefault="002862CE" w:rsidP="009603E8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7928" w:type="dxa"/>
            <w:tcBorders>
              <w:top w:val="single" w:sz="4" w:space="0" w:color="auto"/>
              <w:right w:val="single" w:sz="4" w:space="0" w:color="auto"/>
            </w:tcBorders>
          </w:tcPr>
          <w:p w14:paraId="4DB82A6D" w14:textId="1EFF053B" w:rsidR="002862CE" w:rsidRPr="00AD786C" w:rsidRDefault="006045BB" w:rsidP="00BA38D1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Вкупно</w:t>
            </w:r>
            <w:r w:rsidR="00ED094B" w:rsidRPr="00AD786C">
              <w:rPr>
                <w:b/>
                <w:color w:val="auto"/>
                <w:lang w:val="en-US"/>
              </w:rPr>
              <w:t xml:space="preserve"> 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</w:tcBorders>
          </w:tcPr>
          <w:p w14:paraId="2D40836C" w14:textId="77777777" w:rsidR="002862CE" w:rsidRPr="00AD786C" w:rsidRDefault="002862CE" w:rsidP="00503964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 xml:space="preserve">46.000 </w:t>
            </w:r>
            <w:r w:rsidR="00503964" w:rsidRPr="00AD786C">
              <w:rPr>
                <w:b/>
                <w:color w:val="auto"/>
                <w:lang w:val="mk-MK"/>
              </w:rPr>
              <w:t>ден</w:t>
            </w:r>
          </w:p>
        </w:tc>
      </w:tr>
    </w:tbl>
    <w:p w14:paraId="25C09393" w14:textId="77777777" w:rsidR="003E558A" w:rsidRPr="00AD786C" w:rsidRDefault="003E558A" w:rsidP="003E558A">
      <w:pPr>
        <w:tabs>
          <w:tab w:val="left" w:pos="1760"/>
        </w:tabs>
        <w:rPr>
          <w:b/>
          <w:color w:val="auto"/>
          <w:sz w:val="10"/>
          <w:szCs w:val="10"/>
          <w:lang w:eastAsia="nl-NL"/>
        </w:rPr>
      </w:pPr>
    </w:p>
    <w:p w14:paraId="67EA2373" w14:textId="77777777" w:rsidR="003E558A" w:rsidRPr="00AD786C" w:rsidRDefault="00B067B4" w:rsidP="003E558A">
      <w:pPr>
        <w:spacing w:line="276" w:lineRule="auto"/>
        <w:jc w:val="both"/>
        <w:rPr>
          <w:color w:val="auto"/>
          <w:lang w:val="mk-MK"/>
        </w:rPr>
      </w:pPr>
      <w:r w:rsidRPr="00AD786C">
        <w:rPr>
          <w:color w:val="auto"/>
          <w:sz w:val="24"/>
          <w:szCs w:val="24"/>
        </w:rPr>
        <w:t>*</w:t>
      </w:r>
      <w:r w:rsidRPr="00AD786C">
        <w:rPr>
          <w:color w:val="auto"/>
          <w:lang w:val="mk-MK"/>
        </w:rPr>
        <w:t>Полнењето на ПП апаратите зависи од тоа дали се употребени, доколку не се употребени нема потреба од полнење.</w:t>
      </w:r>
    </w:p>
    <w:p w14:paraId="1C5EE3B2" w14:textId="77777777" w:rsidR="000568EB" w:rsidRPr="00AD786C" w:rsidRDefault="000568EB" w:rsidP="003E558A">
      <w:pPr>
        <w:spacing w:line="276" w:lineRule="auto"/>
        <w:jc w:val="both"/>
        <w:rPr>
          <w:color w:val="auto"/>
          <w:lang w:val="mk-MK"/>
        </w:rPr>
      </w:pPr>
    </w:p>
    <w:p w14:paraId="7F51F33C" w14:textId="77777777" w:rsidR="000568EB" w:rsidRPr="00AD786C" w:rsidRDefault="000568EB" w:rsidP="000568EB">
      <w:pPr>
        <w:pStyle w:val="ListParagraph"/>
        <w:numPr>
          <w:ilvl w:val="1"/>
          <w:numId w:val="19"/>
        </w:numPr>
        <w:spacing w:line="276" w:lineRule="auto"/>
        <w:jc w:val="both"/>
        <w:rPr>
          <w:rFonts w:ascii="Times New Roman" w:eastAsia="Calibri" w:hAnsi="Times New Roman"/>
          <w:b/>
          <w:sz w:val="28"/>
          <w:szCs w:val="28"/>
          <w:lang w:val="mk-MK" w:eastAsia="en-US"/>
        </w:rPr>
      </w:pPr>
      <w:r w:rsidRPr="00AD786C">
        <w:rPr>
          <w:rFonts w:ascii="Times New Roman" w:eastAsia="Calibri" w:hAnsi="Times New Roman"/>
          <w:b/>
          <w:sz w:val="28"/>
          <w:szCs w:val="28"/>
          <w:lang w:val="mk-MK" w:eastAsia="en-US"/>
        </w:rPr>
        <w:t xml:space="preserve">Набавка на ПП апарати </w:t>
      </w:r>
    </w:p>
    <w:p w14:paraId="05ED4142" w14:textId="77777777" w:rsidR="000568EB" w:rsidRPr="00AD786C" w:rsidRDefault="000568EB" w:rsidP="000568EB">
      <w:pPr>
        <w:pStyle w:val="ListParagraph"/>
        <w:spacing w:line="276" w:lineRule="auto"/>
        <w:jc w:val="both"/>
        <w:rPr>
          <w:rFonts w:ascii="Times New Roman" w:eastAsia="Calibri" w:hAnsi="Times New Roman"/>
          <w:b/>
          <w:szCs w:val="24"/>
          <w:lang w:val="mk-MK" w:eastAsia="en-US"/>
        </w:rPr>
      </w:pPr>
    </w:p>
    <w:p w14:paraId="79ED2936" w14:textId="77777777" w:rsidR="000568EB" w:rsidRPr="00AD786C" w:rsidRDefault="000568EB" w:rsidP="000568EB">
      <w:pPr>
        <w:tabs>
          <w:tab w:val="left" w:pos="284"/>
        </w:tabs>
        <w:spacing w:line="276" w:lineRule="auto"/>
        <w:jc w:val="both"/>
        <w:rPr>
          <w:b/>
          <w:bCs/>
          <w:color w:val="auto"/>
          <w:lang w:val="mk-MK" w:eastAsia="en-GB"/>
        </w:rPr>
      </w:pPr>
    </w:p>
    <w:tbl>
      <w:tblPr>
        <w:tblW w:w="10632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58"/>
        <w:gridCol w:w="7235"/>
        <w:gridCol w:w="713"/>
        <w:gridCol w:w="708"/>
        <w:gridCol w:w="1418"/>
      </w:tblGrid>
      <w:tr w:rsidR="00AD786C" w:rsidRPr="00AD786C" w14:paraId="3D43A430" w14:textId="77777777" w:rsidTr="002379CE">
        <w:tc>
          <w:tcPr>
            <w:tcW w:w="558" w:type="dxa"/>
            <w:shd w:val="clear" w:color="auto" w:fill="F2F2F2"/>
            <w:vAlign w:val="center"/>
          </w:tcPr>
          <w:p w14:paraId="1A52EB37" w14:textId="77777777" w:rsidR="000568EB" w:rsidRPr="00AD786C" w:rsidRDefault="000568EB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</w:t>
            </w:r>
          </w:p>
        </w:tc>
        <w:tc>
          <w:tcPr>
            <w:tcW w:w="7235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A165459" w14:textId="77777777" w:rsidR="000568EB" w:rsidRPr="00AD786C" w:rsidRDefault="000568EB" w:rsidP="002379CE">
            <w:pPr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EE373" w14:textId="77777777" w:rsidR="000568EB" w:rsidRPr="00AD786C" w:rsidRDefault="000568EB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Кол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89C33" w14:textId="77777777" w:rsidR="000568EB" w:rsidRPr="00AD786C" w:rsidRDefault="000568EB" w:rsidP="002379CE">
            <w:pPr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Цена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F6D402C" w14:textId="77777777" w:rsidR="000568EB" w:rsidRPr="00AD786C" w:rsidRDefault="000568EB" w:rsidP="002379CE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</w:rPr>
            </w:pPr>
            <w:r w:rsidRPr="00AD786C">
              <w:rPr>
                <w:b/>
                <w:bCs/>
                <w:color w:val="auto"/>
                <w:lang w:val="mk-MK"/>
              </w:rPr>
              <w:t xml:space="preserve">Вкупно </w:t>
            </w:r>
          </w:p>
        </w:tc>
      </w:tr>
      <w:tr w:rsidR="00AD786C" w:rsidRPr="00AD786C" w14:paraId="48CF122E" w14:textId="77777777" w:rsidTr="002379CE">
        <w:trPr>
          <w:trHeight w:val="540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6FE94DC" w14:textId="77777777" w:rsidR="000568EB" w:rsidRPr="00AD786C" w:rsidRDefault="000568EB" w:rsidP="002379CE">
            <w:pPr>
              <w:tabs>
                <w:tab w:val="right" w:pos="9072"/>
              </w:tabs>
              <w:jc w:val="center"/>
              <w:rPr>
                <w:b/>
                <w:color w:val="auto"/>
              </w:rPr>
            </w:pPr>
            <w:r w:rsidRPr="00AD786C">
              <w:rPr>
                <w:b/>
                <w:color w:val="auto"/>
              </w:rPr>
              <w:t>I</w:t>
            </w:r>
          </w:p>
        </w:tc>
        <w:tc>
          <w:tcPr>
            <w:tcW w:w="7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AA71" w14:textId="77777777" w:rsidR="000568EB" w:rsidRPr="00AD786C" w:rsidRDefault="000568EB" w:rsidP="000568EB">
            <w:pPr>
              <w:tabs>
                <w:tab w:val="right" w:pos="9072"/>
              </w:tabs>
              <w:jc w:val="both"/>
              <w:rPr>
                <w:b/>
                <w:color w:val="auto"/>
                <w:lang w:eastAsia="mk-MK"/>
              </w:rPr>
            </w:pPr>
            <w:r w:rsidRPr="00AD786C">
              <w:rPr>
                <w:b/>
                <w:color w:val="auto"/>
                <w:lang w:val="mk-MK" w:eastAsia="mk-MK"/>
              </w:rPr>
              <w:t xml:space="preserve">Набавка на ПП апарати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87D2" w14:textId="77777777" w:rsidR="000568EB" w:rsidRPr="00AD786C" w:rsidRDefault="000568EB" w:rsidP="002379CE">
            <w:pPr>
              <w:rPr>
                <w:color w:val="auto"/>
                <w:lang w:val="mk-MK"/>
              </w:rPr>
            </w:pPr>
          </w:p>
          <w:p w14:paraId="16AB43CE" w14:textId="77777777" w:rsidR="000568EB" w:rsidRPr="00AD786C" w:rsidRDefault="000568EB" w:rsidP="002379CE">
            <w:pPr>
              <w:tabs>
                <w:tab w:val="right" w:pos="9072"/>
              </w:tabs>
              <w:jc w:val="both"/>
              <w:rPr>
                <w:color w:val="auto"/>
                <w:lang w:val="mk-MK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F85F" w14:textId="77777777" w:rsidR="000568EB" w:rsidRPr="00AD786C" w:rsidRDefault="000568EB" w:rsidP="002379CE">
            <w:pPr>
              <w:jc w:val="center"/>
              <w:rPr>
                <w:color w:val="auto"/>
                <w:lang w:val="mk-MK"/>
              </w:rPr>
            </w:pPr>
          </w:p>
          <w:p w14:paraId="2DC939BE" w14:textId="77777777" w:rsidR="000568EB" w:rsidRPr="00AD786C" w:rsidRDefault="000568EB" w:rsidP="002379CE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B8F0B6" w14:textId="77777777" w:rsidR="000568EB" w:rsidRPr="00AD786C" w:rsidRDefault="000568EB" w:rsidP="002379CE">
            <w:pPr>
              <w:rPr>
                <w:color w:val="auto"/>
                <w:lang w:val="mk-MK"/>
              </w:rPr>
            </w:pPr>
          </w:p>
          <w:p w14:paraId="20F742EC" w14:textId="77777777" w:rsidR="000568EB" w:rsidRPr="00AD786C" w:rsidRDefault="000568EB" w:rsidP="002379CE">
            <w:pPr>
              <w:tabs>
                <w:tab w:val="right" w:pos="9072"/>
              </w:tabs>
              <w:jc w:val="both"/>
              <w:rPr>
                <w:color w:val="auto"/>
                <w:lang w:val="mk-MK"/>
              </w:rPr>
            </w:pPr>
          </w:p>
        </w:tc>
      </w:tr>
      <w:tr w:rsidR="00AD786C" w:rsidRPr="00AD786C" w14:paraId="12BECEE3" w14:textId="77777777" w:rsidTr="002379CE">
        <w:trPr>
          <w:trHeight w:val="190"/>
        </w:trPr>
        <w:tc>
          <w:tcPr>
            <w:tcW w:w="558" w:type="dxa"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AF93C43" w14:textId="77777777" w:rsidR="000568EB" w:rsidRPr="00AD786C" w:rsidRDefault="000568EB" w:rsidP="002379CE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  <w:lang w:val="mk-MK"/>
              </w:rPr>
              <w:t>1</w:t>
            </w:r>
            <w:r w:rsidRPr="00AD786C">
              <w:rPr>
                <w:color w:val="auto"/>
              </w:rPr>
              <w:t>.</w:t>
            </w:r>
          </w:p>
        </w:tc>
        <w:tc>
          <w:tcPr>
            <w:tcW w:w="7235" w:type="dxa"/>
            <w:tcBorders>
              <w:top w:val="single" w:sz="4" w:space="0" w:color="auto"/>
              <w:right w:val="single" w:sz="4" w:space="0" w:color="auto"/>
            </w:tcBorders>
          </w:tcPr>
          <w:p w14:paraId="5689B01A" w14:textId="7D0BC412" w:rsidR="000568EB" w:rsidRPr="00AD786C" w:rsidRDefault="000568EB" w:rsidP="00BA38D1">
            <w:pPr>
              <w:tabs>
                <w:tab w:val="right" w:pos="9072"/>
              </w:tabs>
              <w:jc w:val="both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val="mk-MK" w:eastAsia="mk-MK"/>
              </w:rPr>
              <w:t>Противпожарен апарат  S -</w:t>
            </w:r>
            <w:r w:rsidR="00367120" w:rsidRPr="00AD786C">
              <w:rPr>
                <w:color w:val="auto"/>
                <w:lang w:val="mk-MK" w:eastAsia="mk-MK"/>
              </w:rPr>
              <w:t>9</w:t>
            </w:r>
            <w:r w:rsidR="00ED094B" w:rsidRPr="00AD786C">
              <w:rPr>
                <w:color w:val="auto"/>
                <w:lang w:val="en-US" w:eastAsia="mk-MK"/>
              </w:rPr>
              <w:t xml:space="preserve">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5C682" w14:textId="77777777" w:rsidR="000568EB" w:rsidRPr="00AD786C" w:rsidRDefault="000568EB" w:rsidP="002379CE">
            <w:pPr>
              <w:tabs>
                <w:tab w:val="right" w:pos="9072"/>
              </w:tabs>
              <w:jc w:val="both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val="mk-MK" w:eastAsia="mk-MK"/>
              </w:rPr>
              <w:t>1</w:t>
            </w:r>
            <w:r w:rsidR="00367120" w:rsidRPr="00AD786C">
              <w:rPr>
                <w:color w:val="auto"/>
                <w:lang w:val="mk-MK" w:eastAsia="mk-MK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0D6D19" w14:textId="77777777" w:rsidR="000568EB" w:rsidRPr="00AD786C" w:rsidRDefault="000568EB" w:rsidP="00367120">
            <w:pPr>
              <w:tabs>
                <w:tab w:val="right" w:pos="9072"/>
              </w:tabs>
              <w:jc w:val="center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eastAsia="mk-MK"/>
              </w:rPr>
              <w:t>2.</w:t>
            </w:r>
            <w:r w:rsidR="00367120" w:rsidRPr="00AD786C">
              <w:rPr>
                <w:color w:val="auto"/>
                <w:lang w:val="mk-MK" w:eastAsia="mk-MK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14:paraId="731F4C4B" w14:textId="77777777" w:rsidR="000568EB" w:rsidRPr="00AD786C" w:rsidRDefault="00367120" w:rsidP="002379CE">
            <w:pPr>
              <w:tabs>
                <w:tab w:val="right" w:pos="9072"/>
              </w:tabs>
              <w:jc w:val="center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val="mk-MK" w:eastAsia="mk-MK"/>
              </w:rPr>
              <w:t>22.000</w:t>
            </w:r>
          </w:p>
        </w:tc>
      </w:tr>
      <w:tr w:rsidR="00AD786C" w:rsidRPr="00AD786C" w14:paraId="47831BF6" w14:textId="77777777" w:rsidTr="002379CE">
        <w:trPr>
          <w:trHeight w:val="91"/>
        </w:trPr>
        <w:tc>
          <w:tcPr>
            <w:tcW w:w="558" w:type="dxa"/>
            <w:shd w:val="clear" w:color="auto" w:fill="F2F2F2"/>
            <w:vAlign w:val="center"/>
          </w:tcPr>
          <w:p w14:paraId="3D1394D6" w14:textId="77777777" w:rsidR="000568EB" w:rsidRPr="00AD786C" w:rsidRDefault="000568EB" w:rsidP="002379CE">
            <w:pPr>
              <w:tabs>
                <w:tab w:val="right" w:pos="9072"/>
              </w:tabs>
              <w:rPr>
                <w:color w:val="auto"/>
                <w:lang w:val="mk-MK"/>
              </w:rPr>
            </w:pPr>
          </w:p>
        </w:tc>
        <w:tc>
          <w:tcPr>
            <w:tcW w:w="86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3419C53" w14:textId="77777777" w:rsidR="000568EB" w:rsidRPr="00AD786C" w:rsidRDefault="000568EB" w:rsidP="002379CE">
            <w:pPr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 w:eastAsia="mk-MK"/>
              </w:rPr>
              <w:t xml:space="preserve">Вкупно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16FA09" w14:textId="77777777" w:rsidR="000568EB" w:rsidRPr="00AD786C" w:rsidRDefault="00367120" w:rsidP="002379CE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22.000</w:t>
            </w:r>
            <w:r w:rsidR="000568EB" w:rsidRPr="00AD786C">
              <w:rPr>
                <w:b/>
                <w:color w:val="auto"/>
                <w:lang w:val="mk-MK"/>
              </w:rPr>
              <w:t xml:space="preserve"> ден.</w:t>
            </w:r>
          </w:p>
        </w:tc>
      </w:tr>
    </w:tbl>
    <w:p w14:paraId="0BD48D67" w14:textId="77777777" w:rsidR="000568EB" w:rsidRPr="00AD786C" w:rsidRDefault="000568EB" w:rsidP="003E558A">
      <w:pPr>
        <w:spacing w:line="276" w:lineRule="auto"/>
        <w:jc w:val="both"/>
        <w:rPr>
          <w:color w:val="auto"/>
          <w:lang w:val="mk-MK"/>
        </w:rPr>
      </w:pPr>
    </w:p>
    <w:p w14:paraId="74416482" w14:textId="77777777" w:rsidR="00D17067" w:rsidRPr="00AD786C" w:rsidRDefault="00D17067" w:rsidP="006045BB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0BB9C2FF" w14:textId="77777777" w:rsidR="006045BB" w:rsidRPr="00AD786C" w:rsidRDefault="006045BB" w:rsidP="006045BB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3.</w:t>
      </w:r>
      <w:r w:rsidR="00AE5A3B"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6</w:t>
      </w:r>
      <w:r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. Технички преглед и периодично испитување на нисконапонска електрична и громобранска инсталација</w:t>
      </w:r>
    </w:p>
    <w:p w14:paraId="707A562C" w14:textId="77777777" w:rsidR="006045BB" w:rsidRPr="00AD786C" w:rsidRDefault="006045BB" w:rsidP="006045BB">
      <w:pPr>
        <w:spacing w:line="276" w:lineRule="auto"/>
        <w:jc w:val="both"/>
        <w:rPr>
          <w:b/>
          <w:color w:val="auto"/>
          <w:sz w:val="18"/>
          <w:szCs w:val="18"/>
          <w:lang w:val="mk-MK"/>
        </w:rPr>
      </w:pPr>
    </w:p>
    <w:p w14:paraId="2048D644" w14:textId="77777777" w:rsidR="006045BB" w:rsidRPr="00AD786C" w:rsidRDefault="006045BB" w:rsidP="00D17067">
      <w:pPr>
        <w:tabs>
          <w:tab w:val="left" w:pos="284"/>
          <w:tab w:val="right" w:pos="9072"/>
        </w:tabs>
        <w:spacing w:line="360" w:lineRule="auto"/>
        <w:ind w:left="1080"/>
        <w:jc w:val="both"/>
        <w:rPr>
          <w:b/>
          <w:bCs/>
          <w:color w:val="auto"/>
          <w:lang w:val="mk-MK" w:eastAsia="en-GB"/>
        </w:rPr>
      </w:pPr>
    </w:p>
    <w:tbl>
      <w:tblPr>
        <w:tblW w:w="1034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649"/>
        <w:gridCol w:w="1132"/>
      </w:tblGrid>
      <w:tr w:rsidR="00AD786C" w:rsidRPr="00AD786C" w14:paraId="2BCB3ABE" w14:textId="77777777" w:rsidTr="005D7D99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550A0FB" w14:textId="77777777" w:rsidR="006045BB" w:rsidRPr="00AD786C" w:rsidRDefault="006045BB" w:rsidP="008B1376">
            <w:pPr>
              <w:jc w:val="center"/>
              <w:rPr>
                <w:color w:val="auto"/>
                <w:lang w:val="mk-MK"/>
              </w:rPr>
            </w:pPr>
            <w:r w:rsidRPr="00AD786C">
              <w:rPr>
                <w:b/>
                <w:color w:val="auto"/>
              </w:rPr>
              <w:t>I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213C9274" w14:textId="77777777" w:rsidR="006045BB" w:rsidRPr="00AD786C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b/>
                <w:color w:val="auto"/>
              </w:rPr>
              <w:t xml:space="preserve">Нисконапонски електрични инсталации </w:t>
            </w:r>
            <w:r w:rsidRPr="00AD786C">
              <w:rPr>
                <w:b/>
                <w:color w:val="auto"/>
                <w:lang w:val="en-US"/>
              </w:rPr>
              <w:t xml:space="preserve">: </w:t>
            </w:r>
          </w:p>
        </w:tc>
      </w:tr>
      <w:tr w:rsidR="00AD786C" w:rsidRPr="00AD786C" w14:paraId="02FBB317" w14:textId="77777777" w:rsidTr="00EA7A6B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E995341" w14:textId="77777777" w:rsidR="006045BB" w:rsidRPr="00AD786C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en-US"/>
              </w:rPr>
              <w:t>1</w:t>
            </w:r>
            <w:r w:rsidRPr="00AD786C">
              <w:rPr>
                <w:color w:val="auto"/>
                <w:lang w:val="mk-MK"/>
              </w:rPr>
              <w:t>.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4B1BC259" w14:textId="77777777" w:rsidR="006045BB" w:rsidRPr="00AD786C" w:rsidRDefault="006045BB" w:rsidP="00503964">
            <w:pPr>
              <w:tabs>
                <w:tab w:val="right" w:pos="9072"/>
              </w:tabs>
              <w:rPr>
                <w:color w:val="auto"/>
                <w:lang w:val="en-US"/>
              </w:rPr>
            </w:pPr>
            <w:r w:rsidRPr="00AD786C">
              <w:rPr>
                <w:color w:val="auto"/>
              </w:rPr>
              <w:t xml:space="preserve">Технички преглед и испитување на </w:t>
            </w:r>
            <w:r w:rsidRPr="00AD786C">
              <w:rPr>
                <w:color w:val="auto"/>
                <w:lang w:eastAsia="en-US"/>
              </w:rPr>
              <w:t xml:space="preserve">отпорност на струен круг (јамка).  </w:t>
            </w:r>
          </w:p>
        </w:tc>
      </w:tr>
      <w:tr w:rsidR="00AD786C" w:rsidRPr="00AD786C" w14:paraId="5CC74D95" w14:textId="77777777" w:rsidTr="00DB29E2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</w:tcPr>
          <w:p w14:paraId="0D123C45" w14:textId="77777777" w:rsidR="006045BB" w:rsidRPr="00AD786C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b/>
                <w:color w:val="auto"/>
              </w:rPr>
              <w:t>I I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F9EDE6A" w14:textId="77777777" w:rsidR="006045BB" w:rsidRPr="00AD786C" w:rsidRDefault="006045BB" w:rsidP="00503964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AD786C">
              <w:rPr>
                <w:color w:val="auto"/>
              </w:rPr>
              <w:t xml:space="preserve">Технички преглед и испитување на </w:t>
            </w:r>
            <w:r w:rsidRPr="00AD786C">
              <w:rPr>
                <w:color w:val="auto"/>
                <w:lang w:eastAsia="en-US"/>
              </w:rPr>
              <w:t xml:space="preserve">отпор на заземјување на громобранска инсталација </w:t>
            </w:r>
          </w:p>
        </w:tc>
      </w:tr>
      <w:tr w:rsidR="00AD786C" w:rsidRPr="00AD786C" w14:paraId="73B6994D" w14:textId="77777777" w:rsidTr="006B42D8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</w:tcPr>
          <w:p w14:paraId="64F829DA" w14:textId="77777777" w:rsidR="006045BB" w:rsidRPr="00AD786C" w:rsidRDefault="006045BB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F6A74C0" w14:textId="5E119A94" w:rsidR="006045BB" w:rsidRPr="00AD786C" w:rsidRDefault="006045BB" w:rsidP="00BA38D1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</w:rPr>
              <w:t xml:space="preserve">Вкупно </w:t>
            </w:r>
            <w:r w:rsidR="001737F3" w:rsidRPr="00AD786C">
              <w:rPr>
                <w:b/>
                <w:color w:val="auto"/>
              </w:rPr>
              <w:t xml:space="preserve">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20DBA72" w14:textId="77777777" w:rsidR="006045BB" w:rsidRPr="00AD786C" w:rsidRDefault="006045BB" w:rsidP="008B1376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50.000 ден</w:t>
            </w:r>
          </w:p>
        </w:tc>
      </w:tr>
    </w:tbl>
    <w:p w14:paraId="3F2422C6" w14:textId="77777777" w:rsidR="008A4B54" w:rsidRPr="00AD786C" w:rsidRDefault="008A4B54" w:rsidP="008A4B54">
      <w:pPr>
        <w:pStyle w:val="ListParagraph"/>
        <w:spacing w:line="276" w:lineRule="auto"/>
        <w:ind w:left="780"/>
        <w:jc w:val="both"/>
        <w:rPr>
          <w:rFonts w:ascii="Times New Roman" w:eastAsia="Calibri" w:hAnsi="Times New Roman"/>
          <w:b/>
          <w:szCs w:val="24"/>
          <w:lang w:val="mk-MK" w:eastAsia="en-US"/>
        </w:rPr>
      </w:pPr>
    </w:p>
    <w:p w14:paraId="6856CCE2" w14:textId="77777777" w:rsidR="00400FF0" w:rsidRPr="00AD786C" w:rsidRDefault="00400FF0" w:rsidP="008D2AF1">
      <w:pPr>
        <w:ind w:firstLine="360"/>
        <w:jc w:val="both"/>
        <w:rPr>
          <w:rFonts w:eastAsia="Calibri"/>
          <w:b/>
          <w:color w:val="auto"/>
          <w:kern w:val="0"/>
          <w:lang w:val="en-GB" w:eastAsia="en-US"/>
        </w:rPr>
      </w:pPr>
    </w:p>
    <w:p w14:paraId="64FEFAD4" w14:textId="77777777" w:rsidR="00400FF0" w:rsidRPr="00AD786C" w:rsidRDefault="00400FF0" w:rsidP="008D2AF1">
      <w:pPr>
        <w:ind w:firstLine="360"/>
        <w:jc w:val="both"/>
        <w:rPr>
          <w:rFonts w:eastAsia="Calibri"/>
          <w:b/>
          <w:color w:val="auto"/>
          <w:kern w:val="0"/>
          <w:lang w:val="en-GB" w:eastAsia="en-US"/>
        </w:rPr>
      </w:pPr>
    </w:p>
    <w:p w14:paraId="24E9731B" w14:textId="77777777" w:rsidR="008D2AF1" w:rsidRPr="00AD786C" w:rsidRDefault="000B1FC1" w:rsidP="008D2AF1">
      <w:pPr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4"/>
          <w:szCs w:val="24"/>
          <w:lang w:val="en-GB" w:eastAsia="en-US"/>
        </w:rPr>
        <w:t>3</w:t>
      </w:r>
      <w:r w:rsidR="00E54806" w:rsidRPr="00AD786C">
        <w:rPr>
          <w:rFonts w:eastAsia="Calibri"/>
          <w:b/>
          <w:color w:val="auto"/>
          <w:kern w:val="0"/>
          <w:sz w:val="24"/>
          <w:szCs w:val="24"/>
          <w:lang w:val="en-GB" w:eastAsia="en-US"/>
        </w:rPr>
        <w:t>.</w:t>
      </w:r>
      <w:r w:rsidR="00AE5A3B"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>7</w:t>
      </w:r>
      <w:r w:rsidR="00CB1A13" w:rsidRPr="00AD786C">
        <w:rPr>
          <w:rFonts w:eastAsia="Calibri"/>
          <w:b/>
          <w:color w:val="auto"/>
          <w:kern w:val="0"/>
          <w:sz w:val="24"/>
          <w:szCs w:val="24"/>
          <w:lang w:val="en-GB" w:eastAsia="en-US"/>
        </w:rPr>
        <w:t>.</w:t>
      </w:r>
      <w:r w:rsidR="008D2AF1" w:rsidRPr="00AD786C">
        <w:rPr>
          <w:rFonts w:eastAsia="Calibri"/>
          <w:b/>
          <w:color w:val="auto"/>
          <w:kern w:val="0"/>
          <w:sz w:val="24"/>
          <w:szCs w:val="24"/>
          <w:lang w:val="mk-MK" w:eastAsia="en-US"/>
        </w:rPr>
        <w:t xml:space="preserve"> Технички преглед и периодично испитување на лифт</w:t>
      </w:r>
    </w:p>
    <w:p w14:paraId="2AF18F5A" w14:textId="77777777" w:rsidR="00185DF9" w:rsidRPr="00AD786C" w:rsidRDefault="00185DF9" w:rsidP="008A0731">
      <w:pPr>
        <w:spacing w:line="276" w:lineRule="auto"/>
        <w:rPr>
          <w:color w:val="auto"/>
          <w:lang w:val="mk-MK" w:eastAsia="nl-NL"/>
        </w:rPr>
      </w:pPr>
    </w:p>
    <w:p w14:paraId="1015408C" w14:textId="77777777" w:rsidR="008F67F0" w:rsidRPr="00AD786C" w:rsidRDefault="008A0731" w:rsidP="008A0731">
      <w:pPr>
        <w:rPr>
          <w:bCs/>
          <w:color w:val="auto"/>
          <w:lang w:eastAsia="en-GB"/>
        </w:rPr>
      </w:pPr>
      <w:r w:rsidRPr="00AD786C">
        <w:rPr>
          <w:b/>
          <w:color w:val="auto"/>
        </w:rPr>
        <w:t>I</w:t>
      </w:r>
      <w:r w:rsidRPr="00AD786C">
        <w:rPr>
          <w:bCs/>
          <w:color w:val="auto"/>
          <w:lang w:eastAsia="en-GB"/>
        </w:rPr>
        <w:t xml:space="preserve"> </w:t>
      </w:r>
      <w:r w:rsidR="00782D97" w:rsidRPr="00AD786C">
        <w:rPr>
          <w:bCs/>
          <w:color w:val="auto"/>
          <w:lang w:eastAsia="en-GB"/>
        </w:rPr>
        <w:t>Teхничка  понуда  -  Спецификација бр.6:</w:t>
      </w: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6662"/>
        <w:gridCol w:w="992"/>
        <w:gridCol w:w="992"/>
        <w:gridCol w:w="1276"/>
      </w:tblGrid>
      <w:tr w:rsidR="00AD786C" w:rsidRPr="00AD786C" w14:paraId="44301AF2" w14:textId="77777777" w:rsidTr="00105FF9">
        <w:tc>
          <w:tcPr>
            <w:tcW w:w="568" w:type="dxa"/>
            <w:shd w:val="clear" w:color="auto" w:fill="F2F2F2"/>
            <w:vAlign w:val="center"/>
          </w:tcPr>
          <w:p w14:paraId="1A59EDF7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9922" w:type="dxa"/>
            <w:gridSpan w:val="4"/>
            <w:shd w:val="clear" w:color="auto" w:fill="F2F2F2"/>
            <w:vAlign w:val="center"/>
          </w:tcPr>
          <w:p w14:paraId="070ACB91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</w:tr>
      <w:tr w:rsidR="00AD786C" w:rsidRPr="00AD786C" w14:paraId="38197417" w14:textId="77777777" w:rsidTr="00C41EF1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04868245" w14:textId="77777777" w:rsidR="006045BB" w:rsidRPr="00AD786C" w:rsidRDefault="006045BB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  <w:r w:rsidRPr="00AD786C">
              <w:rPr>
                <w:color w:val="auto"/>
              </w:rPr>
              <w:t>1.</w:t>
            </w:r>
          </w:p>
        </w:tc>
        <w:tc>
          <w:tcPr>
            <w:tcW w:w="992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7404811" w14:textId="77777777" w:rsidR="006045BB" w:rsidRPr="00AD786C" w:rsidRDefault="006045BB" w:rsidP="00503964">
            <w:pPr>
              <w:tabs>
                <w:tab w:val="right" w:pos="9072"/>
              </w:tabs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 w:eastAsia="mk-MK"/>
              </w:rPr>
              <w:t>Технички преглед и периодично испитување на лифт за превоз на лица и хидраулична платформа</w:t>
            </w:r>
          </w:p>
        </w:tc>
      </w:tr>
      <w:tr w:rsidR="00AD786C" w:rsidRPr="00AD786C" w14:paraId="07BD7133" w14:textId="77777777" w:rsidTr="00132E15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43876DDF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b/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D8EE3D8" w14:textId="77777777" w:rsidR="008F67F0" w:rsidRPr="00AD786C" w:rsidRDefault="008F67F0" w:rsidP="00132E15">
            <w:pPr>
              <w:autoSpaceDE w:val="0"/>
              <w:autoSpaceDN w:val="0"/>
              <w:adjustRightInd w:val="0"/>
              <w:rPr>
                <w:color w:val="auto"/>
                <w:lang w:eastAsia="mk-MK"/>
              </w:rPr>
            </w:pPr>
            <w:r w:rsidRPr="00AD786C">
              <w:rPr>
                <w:b/>
                <w:color w:val="auto"/>
                <w:lang w:val="mk-MK" w:eastAsia="mk-MK"/>
              </w:rPr>
              <w:t>Оцена на сообразност на лифтови:</w:t>
            </w:r>
            <w:r w:rsidRPr="00AD786C">
              <w:rPr>
                <w:color w:val="auto"/>
                <w:lang w:val="mk-MK" w:eastAsia="mk-MK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C7BB86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271C64A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1D0F114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AD786C" w:rsidRPr="00AD786C" w14:paraId="084E07BF" w14:textId="77777777" w:rsidTr="00132E15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09AC5858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33C5DEE4" w14:textId="77777777" w:rsidR="008F67F0" w:rsidRPr="00AD786C" w:rsidRDefault="008F67F0" w:rsidP="00132E15">
            <w:pPr>
              <w:autoSpaceDE w:val="0"/>
              <w:autoSpaceDN w:val="0"/>
              <w:adjustRightInd w:val="0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val="mk-MK" w:eastAsia="mk-MK"/>
              </w:rPr>
              <w:t>Поединечна верификација</w:t>
            </w:r>
            <w:r w:rsidRPr="00AD786C">
              <w:rPr>
                <w:color w:val="auto"/>
                <w:lang w:eastAsia="mk-MK"/>
              </w:rPr>
              <w:t xml:space="preserve"> </w:t>
            </w:r>
            <w:r w:rsidRPr="00AD786C">
              <w:rPr>
                <w:color w:val="auto"/>
                <w:lang w:val="mk-MK" w:eastAsia="mk-MK"/>
              </w:rPr>
              <w:t>(модул “G”)</w:t>
            </w:r>
            <w:r w:rsidRPr="00AD786C">
              <w:rPr>
                <w:color w:val="auto"/>
                <w:lang w:eastAsia="mk-MK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904B023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3E60A5A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B27FE28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AD786C" w:rsidRPr="00AD786C" w14:paraId="198E54A9" w14:textId="77777777" w:rsidTr="00132E15">
        <w:trPr>
          <w:trHeight w:val="65"/>
        </w:trPr>
        <w:tc>
          <w:tcPr>
            <w:tcW w:w="568" w:type="dxa"/>
            <w:shd w:val="clear" w:color="auto" w:fill="F2F2F2"/>
            <w:vAlign w:val="center"/>
          </w:tcPr>
          <w:p w14:paraId="348BDB3E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4669D7B" w14:textId="77777777" w:rsidR="008F67F0" w:rsidRPr="00AD786C" w:rsidRDefault="008F67F0" w:rsidP="00132E15">
            <w:pPr>
              <w:autoSpaceDE w:val="0"/>
              <w:autoSpaceDN w:val="0"/>
              <w:adjustRightInd w:val="0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val="mk-MK" w:eastAsia="mk-MK"/>
              </w:rPr>
              <w:t>Испитување на тип (модул “B”)</w:t>
            </w:r>
            <w:r w:rsidRPr="00AD786C">
              <w:rPr>
                <w:color w:val="auto"/>
                <w:lang w:eastAsia="mk-MK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FB46E39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7F541F8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F0A8F3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AD786C" w:rsidRPr="00AD786C" w14:paraId="67F13C90" w14:textId="77777777" w:rsidTr="00132E15">
        <w:trPr>
          <w:trHeight w:val="65"/>
        </w:trPr>
        <w:tc>
          <w:tcPr>
            <w:tcW w:w="568" w:type="dxa"/>
            <w:vAlign w:val="center"/>
          </w:tcPr>
          <w:p w14:paraId="04529DD5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707D9DF6" w14:textId="77777777" w:rsidR="008F67F0" w:rsidRPr="00AD786C" w:rsidRDefault="008F67F0" w:rsidP="00132E15">
            <w:pPr>
              <w:autoSpaceDE w:val="0"/>
              <w:autoSpaceDN w:val="0"/>
              <w:adjustRightInd w:val="0"/>
              <w:jc w:val="both"/>
              <w:rPr>
                <w:color w:val="auto"/>
                <w:lang w:eastAsia="mk-MK"/>
              </w:rPr>
            </w:pPr>
            <w:r w:rsidRPr="00AD786C">
              <w:rPr>
                <w:color w:val="auto"/>
                <w:lang w:val="mk-MK" w:eastAsia="mk-MK"/>
              </w:rPr>
              <w:t>Завршна инспекција</w:t>
            </w:r>
            <w:r w:rsidRPr="00AD786C">
              <w:rPr>
                <w:color w:val="auto"/>
                <w:lang w:eastAsia="mk-MK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E21DF4E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4806D69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F1FFDB" w14:textId="77777777" w:rsidR="008F67F0" w:rsidRPr="00AD786C" w:rsidRDefault="008F67F0" w:rsidP="00132E15">
            <w:pPr>
              <w:tabs>
                <w:tab w:val="right" w:pos="9072"/>
              </w:tabs>
              <w:jc w:val="center"/>
              <w:rPr>
                <w:color w:val="auto"/>
                <w:lang w:val="en-US"/>
              </w:rPr>
            </w:pPr>
          </w:p>
        </w:tc>
      </w:tr>
      <w:tr w:rsidR="00AD786C" w:rsidRPr="00AD786C" w14:paraId="77C9EB71" w14:textId="77777777" w:rsidTr="00132E15">
        <w:trPr>
          <w:trHeight w:val="65"/>
        </w:trPr>
        <w:tc>
          <w:tcPr>
            <w:tcW w:w="568" w:type="dxa"/>
            <w:vAlign w:val="center"/>
          </w:tcPr>
          <w:p w14:paraId="2CAD4F82" w14:textId="77777777" w:rsidR="00E07190" w:rsidRPr="00AD786C" w:rsidRDefault="00C33441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14:paraId="0FCFF6FC" w14:textId="77777777" w:rsidR="00E07190" w:rsidRPr="00AD786C" w:rsidRDefault="00C33441" w:rsidP="00132E15">
            <w:pPr>
              <w:autoSpaceDE w:val="0"/>
              <w:autoSpaceDN w:val="0"/>
              <w:adjustRightInd w:val="0"/>
              <w:jc w:val="both"/>
              <w:rPr>
                <w:color w:val="auto"/>
                <w:lang w:val="mk-MK" w:eastAsia="mk-MK"/>
              </w:rPr>
            </w:pPr>
            <w:r w:rsidRPr="00AD786C">
              <w:rPr>
                <w:color w:val="auto"/>
                <w:lang w:val="mk-MK" w:eastAsia="mk-MK"/>
              </w:rPr>
              <w:t>Надомест з</w:t>
            </w:r>
            <w:r w:rsidR="00D17067" w:rsidRPr="00AD786C">
              <w:rPr>
                <w:color w:val="auto"/>
                <w:lang w:val="mk-MK" w:eastAsia="mk-MK"/>
              </w:rPr>
              <w:t>а известување за извршен периоди</w:t>
            </w:r>
            <w:r w:rsidRPr="00AD786C">
              <w:rPr>
                <w:color w:val="auto"/>
                <w:lang w:val="mk-MK" w:eastAsia="mk-MK"/>
              </w:rPr>
              <w:t>чен преглед на тех.опрема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842E356" w14:textId="77777777" w:rsidR="00E07190" w:rsidRPr="00AD786C" w:rsidRDefault="00E07190" w:rsidP="00132E15">
            <w:pPr>
              <w:tabs>
                <w:tab w:val="right" w:pos="9072"/>
              </w:tabs>
              <w:jc w:val="center"/>
              <w:rPr>
                <w:iCs/>
                <w:color w:val="auto"/>
                <w:lang w:val="mk-MK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9182026" w14:textId="77777777" w:rsidR="00E07190" w:rsidRPr="00AD786C" w:rsidRDefault="00E0719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963DB4" w14:textId="77777777" w:rsidR="00E07190" w:rsidRPr="00AD786C" w:rsidRDefault="00E07190" w:rsidP="00132E15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</w:tr>
      <w:tr w:rsidR="00AD786C" w:rsidRPr="00AD786C" w14:paraId="6D6758FD" w14:textId="77777777" w:rsidTr="003B7BD9">
        <w:trPr>
          <w:trHeight w:val="65"/>
        </w:trPr>
        <w:tc>
          <w:tcPr>
            <w:tcW w:w="568" w:type="dxa"/>
            <w:vAlign w:val="center"/>
          </w:tcPr>
          <w:p w14:paraId="185A5214" w14:textId="77777777" w:rsidR="00E07190" w:rsidRPr="00AD786C" w:rsidRDefault="00E07190" w:rsidP="00132E15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C0B7ED7" w14:textId="77777777" w:rsidR="00E07190" w:rsidRPr="00AD786C" w:rsidRDefault="00E07190" w:rsidP="00813BA8">
            <w:pPr>
              <w:tabs>
                <w:tab w:val="right" w:pos="9072"/>
              </w:tabs>
              <w:rPr>
                <w:b/>
                <w:color w:val="auto"/>
                <w:lang w:val="en-GB" w:eastAsia="mk-MK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00DD313" w14:textId="77777777" w:rsidR="00E07190" w:rsidRPr="00AD786C" w:rsidRDefault="00E07190" w:rsidP="00E07190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</w:p>
        </w:tc>
      </w:tr>
      <w:tr w:rsidR="00AD786C" w:rsidRPr="00AD786C" w14:paraId="2B479B20" w14:textId="77777777" w:rsidTr="003B7BD9">
        <w:trPr>
          <w:trHeight w:val="65"/>
        </w:trPr>
        <w:tc>
          <w:tcPr>
            <w:tcW w:w="568" w:type="dxa"/>
            <w:vAlign w:val="center"/>
          </w:tcPr>
          <w:p w14:paraId="30CDE0FD" w14:textId="77777777" w:rsidR="00813BA8" w:rsidRPr="00AD786C" w:rsidRDefault="00813BA8" w:rsidP="00132E15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</w:p>
        </w:tc>
        <w:tc>
          <w:tcPr>
            <w:tcW w:w="864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53D2625" w14:textId="6E4B345C" w:rsidR="00813BA8" w:rsidRPr="00AD786C" w:rsidRDefault="00F06CCD" w:rsidP="00BA38D1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 w:eastAsia="mk-MK"/>
              </w:rPr>
              <w:t>Вкупно</w:t>
            </w:r>
            <w:r w:rsidR="001737F3" w:rsidRPr="00AD786C">
              <w:rPr>
                <w:b/>
                <w:color w:val="auto"/>
                <w:lang w:val="en-US" w:eastAsia="mk-MK"/>
              </w:rPr>
              <w:t xml:space="preserve"> </w:t>
            </w:r>
            <w:r w:rsidRPr="00AD786C">
              <w:rPr>
                <w:b/>
                <w:color w:val="auto"/>
                <w:lang w:val="mk-MK" w:eastAsia="mk-MK"/>
              </w:rPr>
              <w:t xml:space="preserve">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ED4A48" w14:textId="77777777" w:rsidR="00813BA8" w:rsidRPr="00AD786C" w:rsidRDefault="006045BB" w:rsidP="00C33441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18.000</w:t>
            </w:r>
            <w:r w:rsidR="008A0731" w:rsidRPr="00AD786C">
              <w:rPr>
                <w:b/>
                <w:color w:val="auto"/>
                <w:lang w:val="mk-MK"/>
              </w:rPr>
              <w:t>ден.</w:t>
            </w:r>
          </w:p>
        </w:tc>
      </w:tr>
    </w:tbl>
    <w:p w14:paraId="7516F4E9" w14:textId="77777777" w:rsidR="00D05ED7" w:rsidRPr="00AD786C" w:rsidRDefault="00D05ED7" w:rsidP="00D05ED7">
      <w:pPr>
        <w:spacing w:line="276" w:lineRule="auto"/>
        <w:jc w:val="both"/>
        <w:rPr>
          <w:rFonts w:eastAsia="Calibri"/>
          <w:color w:val="auto"/>
          <w:kern w:val="0"/>
          <w:u w:val="single"/>
          <w:lang w:val="mk-MK" w:eastAsia="en-US"/>
        </w:rPr>
      </w:pPr>
    </w:p>
    <w:p w14:paraId="0CBE8A21" w14:textId="5624AADA" w:rsidR="00AE5A3B" w:rsidRPr="00AD786C" w:rsidRDefault="00AE5A3B" w:rsidP="00503964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57BB49BB" w14:textId="47087149" w:rsidR="00BA38D1" w:rsidRPr="00AD786C" w:rsidRDefault="00BA38D1" w:rsidP="00503964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460C3554" w14:textId="5D66BCF8" w:rsidR="00BA38D1" w:rsidRPr="00AD786C" w:rsidRDefault="00BA38D1" w:rsidP="00503964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4"/>
          <w:szCs w:val="24"/>
          <w:lang w:val="mk-MK" w:eastAsia="en-US"/>
        </w:rPr>
      </w:pPr>
    </w:p>
    <w:p w14:paraId="04C5D4A8" w14:textId="77777777" w:rsidR="00503964" w:rsidRPr="00AD786C" w:rsidRDefault="00503964" w:rsidP="00503964">
      <w:pPr>
        <w:spacing w:line="276" w:lineRule="auto"/>
        <w:ind w:firstLine="360"/>
        <w:jc w:val="both"/>
        <w:rPr>
          <w:rFonts w:eastAsia="Calibri"/>
          <w:b/>
          <w:color w:val="auto"/>
          <w:kern w:val="0"/>
          <w:sz w:val="28"/>
          <w:szCs w:val="28"/>
          <w:lang w:val="mk-MK" w:eastAsia="en-US"/>
        </w:rPr>
      </w:pPr>
      <w:r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lastRenderedPageBreak/>
        <w:t>3.</w:t>
      </w:r>
      <w:r w:rsidR="00AE5A3B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8</w:t>
      </w:r>
      <w:r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. </w:t>
      </w:r>
      <w:r w:rsidR="00AE5A3B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П</w:t>
      </w:r>
      <w:r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 xml:space="preserve">ериодични мерења на </w:t>
      </w:r>
      <w:r w:rsidR="00AE5A3B" w:rsidRPr="00AD786C">
        <w:rPr>
          <w:rFonts w:eastAsia="Calibri"/>
          <w:b/>
          <w:color w:val="auto"/>
          <w:kern w:val="0"/>
          <w:sz w:val="28"/>
          <w:szCs w:val="28"/>
          <w:lang w:val="mk-MK" w:eastAsia="en-US"/>
        </w:rPr>
        <w:t>стационарни извори на емисии</w:t>
      </w:r>
    </w:p>
    <w:p w14:paraId="347BDB24" w14:textId="77777777" w:rsidR="00503964" w:rsidRPr="00AD786C" w:rsidRDefault="00503964" w:rsidP="00503964">
      <w:pPr>
        <w:tabs>
          <w:tab w:val="left" w:pos="284"/>
          <w:tab w:val="right" w:pos="9072"/>
        </w:tabs>
        <w:spacing w:line="360" w:lineRule="auto"/>
        <w:ind w:left="1080"/>
        <w:jc w:val="both"/>
        <w:rPr>
          <w:b/>
          <w:bCs/>
          <w:color w:val="auto"/>
          <w:lang w:val="mk-MK" w:eastAsia="en-GB"/>
        </w:rPr>
      </w:pPr>
    </w:p>
    <w:tbl>
      <w:tblPr>
        <w:tblW w:w="1034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649"/>
        <w:gridCol w:w="1132"/>
      </w:tblGrid>
      <w:tr w:rsidR="00AD786C" w:rsidRPr="00AD786C" w14:paraId="7A0118CA" w14:textId="77777777" w:rsidTr="008B1376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E92D111" w14:textId="77777777" w:rsidR="00503964" w:rsidRPr="00AD786C" w:rsidRDefault="00503964" w:rsidP="008B1376">
            <w:pPr>
              <w:jc w:val="center"/>
              <w:rPr>
                <w:color w:val="auto"/>
                <w:lang w:val="mk-MK"/>
              </w:rPr>
            </w:pPr>
            <w:r w:rsidRPr="00AD786C">
              <w:rPr>
                <w:b/>
                <w:color w:val="auto"/>
              </w:rPr>
              <w:t>I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 w:themeFill="background1" w:themeFillShade="F2"/>
            <w:hideMark/>
          </w:tcPr>
          <w:p w14:paraId="316B3C9D" w14:textId="77777777" w:rsidR="00503964" w:rsidRPr="00AD786C" w:rsidRDefault="00AE5A3B" w:rsidP="00503964">
            <w:pPr>
              <w:tabs>
                <w:tab w:val="right" w:pos="9072"/>
              </w:tabs>
              <w:rPr>
                <w:color w:val="auto"/>
                <w:lang w:val="mk-MK"/>
              </w:rPr>
            </w:pPr>
            <w:r w:rsidRPr="00AD786C">
              <w:rPr>
                <w:rFonts w:eastAsia="Calibri"/>
                <w:color w:val="auto"/>
                <w:kern w:val="0"/>
                <w:lang w:val="mk-MK" w:eastAsia="en-US"/>
              </w:rPr>
              <w:t>Мерење на стационарни извори на емисии (2 оџаци)</w:t>
            </w:r>
          </w:p>
        </w:tc>
      </w:tr>
      <w:tr w:rsidR="00AD786C" w:rsidRPr="00AD786C" w14:paraId="2C836E77" w14:textId="77777777" w:rsidTr="008B1376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</w:tcPr>
          <w:p w14:paraId="172101B6" w14:textId="77777777" w:rsidR="00503964" w:rsidRPr="00AD786C" w:rsidRDefault="00503964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4B4E33" w14:textId="5AED1960" w:rsidR="00503964" w:rsidRPr="00AD786C" w:rsidRDefault="00503964" w:rsidP="00BA38D1">
            <w:pPr>
              <w:tabs>
                <w:tab w:val="right" w:pos="9072"/>
              </w:tabs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</w:rPr>
              <w:t xml:space="preserve">Вкупно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C03E560" w14:textId="77777777" w:rsidR="00503964" w:rsidRPr="00AD786C" w:rsidRDefault="00AE5A3B" w:rsidP="008B1376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36</w:t>
            </w:r>
            <w:r w:rsidR="00503964" w:rsidRPr="00AD786C">
              <w:rPr>
                <w:b/>
                <w:color w:val="auto"/>
                <w:lang w:val="mk-MK"/>
              </w:rPr>
              <w:t>.000 ден</w:t>
            </w:r>
          </w:p>
        </w:tc>
      </w:tr>
      <w:tr w:rsidR="00AD786C" w:rsidRPr="00AD786C" w14:paraId="556DEBCA" w14:textId="77777777" w:rsidTr="008B1376">
        <w:trPr>
          <w:trHeight w:val="226"/>
        </w:trPr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</w:tcPr>
          <w:p w14:paraId="493195DC" w14:textId="77777777" w:rsidR="00503964" w:rsidRPr="00AD786C" w:rsidRDefault="00503964" w:rsidP="008B1376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</w:p>
        </w:tc>
        <w:tc>
          <w:tcPr>
            <w:tcW w:w="86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4EEF78" w14:textId="77777777" w:rsidR="00503964" w:rsidRPr="00AD786C" w:rsidRDefault="00503964" w:rsidP="008B1376">
            <w:pPr>
              <w:tabs>
                <w:tab w:val="right" w:pos="9072"/>
              </w:tabs>
              <w:rPr>
                <w:b/>
                <w:color w:val="auto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5457A35" w14:textId="77777777" w:rsidR="00503964" w:rsidRPr="00AD786C" w:rsidRDefault="00503964" w:rsidP="008B1376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</w:p>
        </w:tc>
      </w:tr>
    </w:tbl>
    <w:p w14:paraId="74FB887C" w14:textId="77777777" w:rsidR="00782D97" w:rsidRPr="00AD786C" w:rsidRDefault="00782D97">
      <w:pPr>
        <w:rPr>
          <w:color w:val="auto"/>
        </w:rPr>
      </w:pPr>
    </w:p>
    <w:p w14:paraId="70AFF0A9" w14:textId="77777777" w:rsidR="00782D97" w:rsidRPr="00AD786C" w:rsidRDefault="000B1FC1" w:rsidP="000B1FC1">
      <w:pPr>
        <w:ind w:firstLine="720"/>
        <w:rPr>
          <w:b/>
          <w:color w:val="auto"/>
          <w:sz w:val="28"/>
          <w:szCs w:val="28"/>
          <w:lang w:val="mk-MK"/>
        </w:rPr>
      </w:pPr>
      <w:r w:rsidRPr="00AD786C">
        <w:rPr>
          <w:b/>
          <w:color w:val="auto"/>
          <w:sz w:val="28"/>
          <w:szCs w:val="28"/>
          <w:lang w:val="en-US"/>
        </w:rPr>
        <w:t>3</w:t>
      </w:r>
      <w:r w:rsidR="00E54806" w:rsidRPr="00AD786C">
        <w:rPr>
          <w:b/>
          <w:color w:val="auto"/>
          <w:sz w:val="28"/>
          <w:szCs w:val="28"/>
          <w:lang w:val="en-US"/>
        </w:rPr>
        <w:t>.</w:t>
      </w:r>
      <w:r w:rsidR="00AE5A3B" w:rsidRPr="00AD786C">
        <w:rPr>
          <w:b/>
          <w:color w:val="auto"/>
          <w:sz w:val="28"/>
          <w:szCs w:val="28"/>
          <w:lang w:val="mk-MK"/>
        </w:rPr>
        <w:t>9</w:t>
      </w:r>
      <w:r w:rsidR="00E54806" w:rsidRPr="00AD786C">
        <w:rPr>
          <w:b/>
          <w:color w:val="auto"/>
          <w:sz w:val="28"/>
          <w:szCs w:val="28"/>
          <w:lang w:val="en-US"/>
        </w:rPr>
        <w:t>.</w:t>
      </w:r>
      <w:r w:rsidR="00AB4F60" w:rsidRPr="00AD786C">
        <w:rPr>
          <w:b/>
          <w:color w:val="auto"/>
          <w:sz w:val="28"/>
          <w:szCs w:val="28"/>
          <w:lang w:val="mk-MK"/>
        </w:rPr>
        <w:t xml:space="preserve"> </w:t>
      </w:r>
      <w:r w:rsidR="00782D97" w:rsidRPr="00AD786C">
        <w:rPr>
          <w:b/>
          <w:color w:val="auto"/>
          <w:sz w:val="28"/>
          <w:szCs w:val="28"/>
          <w:lang w:val="mk-MK"/>
        </w:rPr>
        <w:t xml:space="preserve">Обука на </w:t>
      </w:r>
      <w:r w:rsidR="00AB4F60" w:rsidRPr="00AD786C">
        <w:rPr>
          <w:b/>
          <w:color w:val="auto"/>
          <w:sz w:val="28"/>
          <w:szCs w:val="28"/>
          <w:lang w:val="mk-MK"/>
        </w:rPr>
        <w:t>вработени</w:t>
      </w:r>
      <w:r w:rsidR="00782D97" w:rsidRPr="00AD786C">
        <w:rPr>
          <w:b/>
          <w:color w:val="auto"/>
          <w:sz w:val="28"/>
          <w:szCs w:val="28"/>
          <w:lang w:val="mk-MK"/>
        </w:rPr>
        <w:t xml:space="preserve"> за безбедност и здравје при работа</w:t>
      </w:r>
    </w:p>
    <w:p w14:paraId="28B067BA" w14:textId="77777777" w:rsidR="00782D97" w:rsidRPr="00AD786C" w:rsidRDefault="00782D97" w:rsidP="00782D97">
      <w:pPr>
        <w:pStyle w:val="ListParagraph"/>
        <w:rPr>
          <w:rFonts w:ascii="Times New Roman" w:hAnsi="Times New Roman"/>
          <w:lang w:val="mk-MK"/>
        </w:rPr>
      </w:pPr>
    </w:p>
    <w:tbl>
      <w:tblPr>
        <w:tblW w:w="10490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8673"/>
        <w:gridCol w:w="1250"/>
      </w:tblGrid>
      <w:tr w:rsidR="00AD786C" w:rsidRPr="00AD786C" w14:paraId="48B83BA3" w14:textId="77777777" w:rsidTr="00EB0114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2880671" w14:textId="77777777" w:rsidR="00F414C7" w:rsidRPr="00AD786C" w:rsidRDefault="00F414C7" w:rsidP="00621607">
            <w:pPr>
              <w:ind w:firstLine="360"/>
              <w:jc w:val="both"/>
              <w:rPr>
                <w:color w:val="auto"/>
                <w:lang w:val="en-US" w:eastAsia="mk-MK"/>
              </w:rPr>
            </w:pPr>
            <w:r w:rsidRPr="00AD786C">
              <w:rPr>
                <w:color w:val="auto"/>
                <w:lang w:val="mk-MK" w:eastAsia="mk-MK"/>
              </w:rPr>
              <w:t>1</w:t>
            </w:r>
          </w:p>
        </w:tc>
        <w:tc>
          <w:tcPr>
            <w:tcW w:w="86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14:paraId="5695A88B" w14:textId="5C137D51" w:rsidR="00F414C7" w:rsidRPr="00AD786C" w:rsidRDefault="00F414C7" w:rsidP="00621607">
            <w:pPr>
              <w:ind w:firstLine="360"/>
              <w:jc w:val="both"/>
              <w:rPr>
                <w:color w:val="auto"/>
                <w:lang w:val="mk-MK" w:eastAsia="mk-MK"/>
              </w:rPr>
            </w:pPr>
            <w:r w:rsidRPr="00AD786C">
              <w:rPr>
                <w:bCs/>
                <w:color w:val="auto"/>
                <w:lang w:val="mk-MK" w:eastAsia="mk-MK"/>
              </w:rPr>
              <w:t>Едукација преку семинари, обуки и работилници за безбедност и здравје при работа за вработени кои во делокруг на работа извршуваат работни задачи од областа на безбедност и здравје при работа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66FC3D2" w14:textId="3089A1BC" w:rsidR="00F414C7" w:rsidRPr="00AD786C" w:rsidRDefault="00F414C7" w:rsidP="00AB4F60">
            <w:pPr>
              <w:jc w:val="both"/>
              <w:rPr>
                <w:color w:val="auto"/>
                <w:lang w:val="en-US" w:eastAsia="mk-MK"/>
              </w:rPr>
            </w:pPr>
            <w:r w:rsidRPr="00AD786C">
              <w:rPr>
                <w:color w:val="auto"/>
                <w:lang w:val="en-US" w:eastAsia="mk-MK"/>
              </w:rPr>
              <w:t>30.000</w:t>
            </w:r>
          </w:p>
        </w:tc>
      </w:tr>
      <w:tr w:rsidR="00AD786C" w:rsidRPr="00AD786C" w14:paraId="5264429E" w14:textId="77777777" w:rsidTr="00FD0AF1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ED4A8B7" w14:textId="77777777" w:rsidR="00F414C7" w:rsidRPr="00AD786C" w:rsidRDefault="00F414C7" w:rsidP="00621607">
            <w:pPr>
              <w:ind w:firstLine="360"/>
              <w:jc w:val="center"/>
              <w:rPr>
                <w:b/>
                <w:color w:val="auto"/>
                <w:lang w:val="en-US" w:eastAsia="mk-MK"/>
              </w:rPr>
            </w:pPr>
          </w:p>
        </w:tc>
        <w:tc>
          <w:tcPr>
            <w:tcW w:w="867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09F5C8" w14:textId="16C91D30" w:rsidR="00F414C7" w:rsidRPr="00AD786C" w:rsidRDefault="00F414C7" w:rsidP="00BA38D1">
            <w:pPr>
              <w:rPr>
                <w:b/>
                <w:color w:val="auto"/>
                <w:lang w:val="mk-MK" w:eastAsia="mk-MK"/>
              </w:rPr>
            </w:pPr>
            <w:r w:rsidRPr="00AD786C">
              <w:rPr>
                <w:b/>
                <w:bCs/>
                <w:color w:val="auto"/>
                <w:lang w:val="mk-MK" w:eastAsia="mk-MK"/>
              </w:rPr>
              <w:t>Вкупно</w:t>
            </w:r>
            <w:r w:rsidR="00AF5C0A" w:rsidRPr="00AD786C">
              <w:rPr>
                <w:b/>
                <w:bCs/>
                <w:color w:val="auto"/>
                <w:lang w:val="en-US" w:eastAsia="mk-MK"/>
              </w:rPr>
              <w:t xml:space="preserve">  </w:t>
            </w:r>
            <w:r w:rsidR="00BA38D1" w:rsidRPr="00AD786C">
              <w:rPr>
                <w:bCs/>
                <w:color w:val="auto"/>
                <w:lang w:val="mk-MK"/>
              </w:rPr>
              <w:t xml:space="preserve"> 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E26D273" w14:textId="77777777" w:rsidR="00F414C7" w:rsidRPr="00AD786C" w:rsidRDefault="00F414C7" w:rsidP="00AB4F60">
            <w:pPr>
              <w:jc w:val="right"/>
              <w:rPr>
                <w:b/>
                <w:color w:val="auto"/>
                <w:lang w:val="mk-MK" w:eastAsia="mk-MK"/>
              </w:rPr>
            </w:pPr>
            <w:r w:rsidRPr="00AD786C">
              <w:rPr>
                <w:b/>
                <w:color w:val="auto"/>
                <w:lang w:val="en-US" w:eastAsia="mk-MK"/>
              </w:rPr>
              <w:t xml:space="preserve">30.000 </w:t>
            </w:r>
            <w:r w:rsidRPr="00AD786C">
              <w:rPr>
                <w:b/>
                <w:color w:val="auto"/>
                <w:lang w:val="mk-MK" w:eastAsia="mk-MK"/>
              </w:rPr>
              <w:t>ден</w:t>
            </w:r>
          </w:p>
        </w:tc>
      </w:tr>
    </w:tbl>
    <w:p w14:paraId="6B5C941E" w14:textId="77777777" w:rsidR="00E54806" w:rsidRPr="00AD786C" w:rsidRDefault="00E54806" w:rsidP="00782D97">
      <w:pPr>
        <w:pStyle w:val="ListParagraph"/>
        <w:rPr>
          <w:rFonts w:ascii="Times New Roman" w:hAnsi="Times New Roman"/>
          <w:lang w:val="mk-MK"/>
        </w:rPr>
      </w:pPr>
    </w:p>
    <w:p w14:paraId="59AB323E" w14:textId="77777777" w:rsidR="00782D97" w:rsidRPr="00AD786C" w:rsidRDefault="000B1FC1" w:rsidP="000B1FC1">
      <w:pPr>
        <w:ind w:firstLine="720"/>
        <w:rPr>
          <w:b/>
          <w:color w:val="auto"/>
          <w:lang w:val="mk-MK"/>
        </w:rPr>
      </w:pPr>
      <w:r w:rsidRPr="00AD786C">
        <w:rPr>
          <w:b/>
          <w:color w:val="auto"/>
          <w:sz w:val="28"/>
          <w:szCs w:val="28"/>
          <w:lang w:val="en-US"/>
        </w:rPr>
        <w:t>3</w:t>
      </w:r>
      <w:r w:rsidR="00E54806" w:rsidRPr="00AD786C">
        <w:rPr>
          <w:b/>
          <w:color w:val="auto"/>
          <w:sz w:val="28"/>
          <w:szCs w:val="28"/>
          <w:lang w:val="en-US"/>
        </w:rPr>
        <w:t>.</w:t>
      </w:r>
      <w:r w:rsidR="00AE5A3B" w:rsidRPr="00AD786C">
        <w:rPr>
          <w:b/>
          <w:color w:val="auto"/>
          <w:sz w:val="28"/>
          <w:szCs w:val="28"/>
          <w:lang w:val="mk-MK"/>
        </w:rPr>
        <w:t>10</w:t>
      </w:r>
      <w:r w:rsidR="00E54806" w:rsidRPr="00AD786C">
        <w:rPr>
          <w:b/>
          <w:color w:val="auto"/>
          <w:sz w:val="28"/>
          <w:szCs w:val="28"/>
          <w:lang w:val="en-US"/>
        </w:rPr>
        <w:t xml:space="preserve">. </w:t>
      </w:r>
      <w:r w:rsidR="003B7BD9" w:rsidRPr="00AD786C">
        <w:rPr>
          <w:b/>
          <w:color w:val="auto"/>
          <w:sz w:val="28"/>
          <w:szCs w:val="28"/>
          <w:lang w:val="mk-MK"/>
        </w:rPr>
        <w:t>Финална финансиска конструкција</w:t>
      </w:r>
    </w:p>
    <w:p w14:paraId="17B34B5E" w14:textId="77777777" w:rsidR="00400FF0" w:rsidRPr="00AD786C" w:rsidRDefault="00400FF0" w:rsidP="005C23C3">
      <w:pPr>
        <w:rPr>
          <w:color w:val="auto"/>
          <w:lang w:val="en-US"/>
        </w:rPr>
      </w:pPr>
    </w:p>
    <w:tbl>
      <w:tblPr>
        <w:tblW w:w="8666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6689"/>
        <w:gridCol w:w="1410"/>
      </w:tblGrid>
      <w:tr w:rsidR="00AD786C" w:rsidRPr="00AD786C" w14:paraId="473D0CDD" w14:textId="77777777" w:rsidTr="008B1376">
        <w:trPr>
          <w:trHeight w:val="52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45F1CA1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Бр.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DA3144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Опис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A0E34E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 xml:space="preserve">Вкупно </w:t>
            </w:r>
          </w:p>
        </w:tc>
      </w:tr>
      <w:tr w:rsidR="00AD786C" w:rsidRPr="00AD786C" w14:paraId="52BE9D00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C2358D9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</w:rPr>
              <w:t>1</w:t>
            </w:r>
            <w:r w:rsidRPr="00AD786C">
              <w:rPr>
                <w:color w:val="auto"/>
                <w:lang w:val="mk-MK"/>
              </w:rPr>
              <w:t>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3143926" w14:textId="77777777" w:rsidR="00D17067" w:rsidRPr="00AD786C" w:rsidRDefault="00D17067" w:rsidP="00D17067">
            <w:pPr>
              <w:rPr>
                <w:b/>
                <w:bCs/>
                <w:color w:val="auto"/>
                <w:lang w:val="mk-MK"/>
              </w:rPr>
            </w:pPr>
            <w:r w:rsidRPr="00AD786C">
              <w:rPr>
                <w:b/>
                <w:bCs/>
                <w:color w:val="auto"/>
                <w:lang w:val="mk-MK"/>
              </w:rPr>
              <w:t>Безбедност и здравје при работа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E1491B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20.100</w:t>
            </w:r>
          </w:p>
        </w:tc>
      </w:tr>
      <w:tr w:rsidR="00AD786C" w:rsidRPr="00AD786C" w14:paraId="6BF99221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599DD24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</w:rPr>
              <w:t>2</w:t>
            </w:r>
            <w:r w:rsidRPr="00AD786C">
              <w:rPr>
                <w:color w:val="auto"/>
                <w:lang w:val="mk-MK"/>
              </w:rPr>
              <w:t>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AC5AD9C" w14:textId="77777777" w:rsidR="00D17067" w:rsidRPr="00AD786C" w:rsidRDefault="00D17067" w:rsidP="00D17067">
            <w:pPr>
              <w:tabs>
                <w:tab w:val="right" w:pos="9072"/>
              </w:tabs>
              <w:rPr>
                <w:bCs/>
                <w:color w:val="auto"/>
              </w:rPr>
            </w:pPr>
            <w:r w:rsidRPr="00AD786C">
              <w:rPr>
                <w:b/>
                <w:color w:val="auto"/>
              </w:rPr>
              <w:t>O</w:t>
            </w:r>
            <w:r w:rsidRPr="00AD786C">
              <w:rPr>
                <w:b/>
                <w:color w:val="auto"/>
                <w:lang w:val="mk-MK"/>
              </w:rPr>
              <w:t>властено правно лице за вршење стручни работи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CA1F323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en-US"/>
              </w:rPr>
            </w:pPr>
            <w:r w:rsidRPr="00AD786C">
              <w:rPr>
                <w:b/>
                <w:color w:val="auto"/>
                <w:lang w:val="mk-MK"/>
              </w:rPr>
              <w:t>50</w:t>
            </w:r>
            <w:r w:rsidRPr="00AD786C">
              <w:rPr>
                <w:b/>
                <w:color w:val="auto"/>
                <w:lang w:val="en-US"/>
              </w:rPr>
              <w:t>.000</w:t>
            </w:r>
          </w:p>
        </w:tc>
      </w:tr>
      <w:tr w:rsidR="00AD786C" w:rsidRPr="00AD786C" w14:paraId="6C1A1C40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067E51C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3.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0CCD5D62" w14:textId="77777777" w:rsidR="00D17067" w:rsidRPr="00AD786C" w:rsidRDefault="00D17067" w:rsidP="00D17067">
            <w:pPr>
              <w:jc w:val="both"/>
              <w:rPr>
                <w:rFonts w:eastAsia="Calibri"/>
                <w:b/>
                <w:color w:val="auto"/>
                <w:kern w:val="0"/>
                <w:lang w:val="mk-MK" w:eastAsia="en-US"/>
              </w:rPr>
            </w:pPr>
            <w:r w:rsidRPr="00AD786C">
              <w:rPr>
                <w:rFonts w:eastAsia="Calibri"/>
                <w:b/>
                <w:color w:val="auto"/>
                <w:kern w:val="0"/>
                <w:lang w:val="mk-MK" w:eastAsia="en-US"/>
              </w:rPr>
              <w:t>Набавка на лична заштитна опрема за безбедност и работа</w:t>
            </w:r>
          </w:p>
          <w:p w14:paraId="3D8435E5" w14:textId="77777777" w:rsidR="00D17067" w:rsidRPr="00AD786C" w:rsidRDefault="00D17067" w:rsidP="00D17067">
            <w:pPr>
              <w:tabs>
                <w:tab w:val="right" w:pos="9072"/>
              </w:tabs>
              <w:rPr>
                <w:b/>
                <w:color w:val="auto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145C00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60.000</w:t>
            </w:r>
          </w:p>
        </w:tc>
      </w:tr>
      <w:tr w:rsidR="00AD786C" w:rsidRPr="00AD786C" w14:paraId="51D45453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0BAC28E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4.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7C68C70" w14:textId="77777777" w:rsidR="00D17067" w:rsidRPr="00AD786C" w:rsidRDefault="00D17067" w:rsidP="00D17067">
            <w:pPr>
              <w:tabs>
                <w:tab w:val="right" w:pos="9072"/>
              </w:tabs>
              <w:rPr>
                <w:bCs/>
                <w:color w:val="auto"/>
              </w:rPr>
            </w:pPr>
            <w:r w:rsidRPr="00AD786C">
              <w:rPr>
                <w:rFonts w:eastAsia="Calibri"/>
                <w:b/>
                <w:color w:val="auto"/>
                <w:lang w:val="mk-MK" w:eastAsia="en-US"/>
              </w:rPr>
              <w:t xml:space="preserve">Испитување на опрема за противпожарна заштита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7069022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en-US"/>
              </w:rPr>
            </w:pPr>
            <w:r w:rsidRPr="00AD786C">
              <w:rPr>
                <w:b/>
                <w:color w:val="auto"/>
                <w:lang w:val="en-US"/>
              </w:rPr>
              <w:t>46.000</w:t>
            </w:r>
          </w:p>
        </w:tc>
      </w:tr>
      <w:tr w:rsidR="00AD786C" w:rsidRPr="00AD786C" w14:paraId="1337F734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9B3C440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5.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607CABC2" w14:textId="77777777" w:rsidR="00D17067" w:rsidRPr="00AD786C" w:rsidRDefault="00D17067" w:rsidP="00D17067">
            <w:pPr>
              <w:tabs>
                <w:tab w:val="right" w:pos="9072"/>
              </w:tabs>
              <w:rPr>
                <w:rFonts w:eastAsia="Calibri"/>
                <w:b/>
                <w:color w:val="auto"/>
                <w:lang w:val="mk-MK" w:eastAsia="en-US"/>
              </w:rPr>
            </w:pPr>
            <w:r w:rsidRPr="00AD786C">
              <w:rPr>
                <w:rFonts w:eastAsia="Calibri"/>
                <w:b/>
                <w:color w:val="auto"/>
                <w:lang w:val="mk-MK" w:eastAsia="en-US"/>
              </w:rPr>
              <w:t>Набавка на ПП апарати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D60985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22.000</w:t>
            </w:r>
          </w:p>
        </w:tc>
      </w:tr>
      <w:tr w:rsidR="00AD786C" w:rsidRPr="00AD786C" w14:paraId="414BA53D" w14:textId="77777777" w:rsidTr="008B1376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5134F18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6.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0CE3751" w14:textId="77777777" w:rsidR="00D17067" w:rsidRPr="00AD786C" w:rsidRDefault="00D17067" w:rsidP="00D17067">
            <w:pPr>
              <w:tabs>
                <w:tab w:val="right" w:pos="9072"/>
              </w:tabs>
              <w:rPr>
                <w:bCs/>
                <w:color w:val="auto"/>
              </w:rPr>
            </w:pPr>
            <w:r w:rsidRPr="00AD786C">
              <w:rPr>
                <w:rFonts w:eastAsia="Calibri"/>
                <w:b/>
                <w:color w:val="auto"/>
                <w:kern w:val="0"/>
                <w:lang w:val="mk-MK" w:eastAsia="en-US"/>
              </w:rPr>
              <w:t>Технички преглед периодично испитување на нисконапонска електрична и громобранска инсталација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2CF1F8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50.000</w:t>
            </w:r>
          </w:p>
        </w:tc>
      </w:tr>
      <w:tr w:rsidR="00AD786C" w:rsidRPr="00AD786C" w14:paraId="5E92684C" w14:textId="77777777" w:rsidTr="008B1376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E0EEF9A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7.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E0AA3A2" w14:textId="77777777" w:rsidR="00D17067" w:rsidRPr="00AD786C" w:rsidRDefault="00D17067" w:rsidP="00D17067">
            <w:pPr>
              <w:jc w:val="both"/>
              <w:rPr>
                <w:rFonts w:eastAsia="Calibri"/>
                <w:b/>
                <w:color w:val="auto"/>
                <w:kern w:val="0"/>
                <w:lang w:val="mk-MK" w:eastAsia="en-US"/>
              </w:rPr>
            </w:pPr>
            <w:r w:rsidRPr="00AD786C">
              <w:rPr>
                <w:rFonts w:eastAsia="Calibri"/>
                <w:b/>
                <w:color w:val="auto"/>
                <w:kern w:val="0"/>
                <w:lang w:val="mk-MK" w:eastAsia="en-US"/>
              </w:rPr>
              <w:t>Технички преглед и периодично испитување на лифт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9348300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18.000</w:t>
            </w:r>
          </w:p>
        </w:tc>
      </w:tr>
      <w:tr w:rsidR="00AD786C" w:rsidRPr="00AD786C" w14:paraId="7C09074E" w14:textId="77777777" w:rsidTr="008B1376">
        <w:trPr>
          <w:trHeight w:val="2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1B80886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lang w:val="mk-MK"/>
              </w:rPr>
            </w:pPr>
            <w:r w:rsidRPr="00AD786C">
              <w:rPr>
                <w:color w:val="auto"/>
                <w:lang w:val="mk-MK"/>
              </w:rPr>
              <w:t>8.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C2BB925" w14:textId="77777777" w:rsidR="00D17067" w:rsidRPr="00AD786C" w:rsidRDefault="00D17067" w:rsidP="00D17067">
            <w:pPr>
              <w:jc w:val="both"/>
              <w:rPr>
                <w:rFonts w:eastAsia="Calibri"/>
                <w:b/>
                <w:color w:val="auto"/>
                <w:kern w:val="0"/>
                <w:lang w:val="mk-MK" w:eastAsia="en-US"/>
              </w:rPr>
            </w:pPr>
            <w:r w:rsidRPr="00AD786C">
              <w:rPr>
                <w:rFonts w:eastAsia="Calibri"/>
                <w:b/>
                <w:color w:val="auto"/>
                <w:kern w:val="0"/>
                <w:lang w:val="mk-MK" w:eastAsia="en-US"/>
              </w:rPr>
              <w:t>Периодични мерења на стационарни извори на емисии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6AB0AF" w14:textId="77777777" w:rsidR="00D17067" w:rsidRPr="00AD786C" w:rsidRDefault="00D17067" w:rsidP="00D17067">
            <w:pPr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36.000</w:t>
            </w:r>
          </w:p>
        </w:tc>
      </w:tr>
      <w:tr w:rsidR="00AD786C" w:rsidRPr="00AD786C" w14:paraId="4B885CAB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16A4475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color w:val="auto"/>
                <w:sz w:val="19"/>
                <w:szCs w:val="19"/>
                <w:lang w:val="mk-MK"/>
              </w:rPr>
            </w:pPr>
            <w:r w:rsidRPr="00AD786C">
              <w:rPr>
                <w:color w:val="auto"/>
                <w:sz w:val="19"/>
                <w:szCs w:val="19"/>
                <w:lang w:val="mk-MK"/>
              </w:rPr>
              <w:t>9.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4D0FF90" w14:textId="77777777" w:rsidR="00D17067" w:rsidRPr="00AD786C" w:rsidRDefault="00D17067" w:rsidP="00D17067">
            <w:pPr>
              <w:tabs>
                <w:tab w:val="right" w:pos="9072"/>
              </w:tabs>
              <w:jc w:val="both"/>
              <w:rPr>
                <w:b/>
                <w:bCs/>
                <w:color w:val="auto"/>
                <w:sz w:val="19"/>
                <w:szCs w:val="19"/>
              </w:rPr>
            </w:pPr>
            <w:r w:rsidRPr="00AD786C">
              <w:rPr>
                <w:b/>
                <w:bCs/>
                <w:color w:val="auto"/>
                <w:sz w:val="19"/>
                <w:szCs w:val="19"/>
                <w:lang w:val="mk-MK"/>
              </w:rPr>
              <w:t>Обука на вработени за безбедност и здравје при работа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40E926F5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b/>
                <w:color w:val="auto"/>
                <w:lang w:val="en-US"/>
              </w:rPr>
            </w:pPr>
            <w:r w:rsidRPr="00AD786C">
              <w:rPr>
                <w:b/>
                <w:color w:val="auto"/>
                <w:lang w:val="mk-MK"/>
              </w:rPr>
              <w:t>3</w:t>
            </w:r>
            <w:r w:rsidRPr="00AD786C">
              <w:rPr>
                <w:b/>
                <w:color w:val="auto"/>
                <w:lang w:val="en-US"/>
              </w:rPr>
              <w:t>0.000</w:t>
            </w:r>
          </w:p>
        </w:tc>
      </w:tr>
      <w:tr w:rsidR="00AD786C" w:rsidRPr="00AD786C" w14:paraId="6F9A3F57" w14:textId="77777777" w:rsidTr="008B1376">
        <w:trPr>
          <w:trHeight w:val="6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957F9E4" w14:textId="77777777" w:rsidR="00D17067" w:rsidRPr="00AD786C" w:rsidRDefault="00D17067" w:rsidP="00D17067">
            <w:pPr>
              <w:tabs>
                <w:tab w:val="right" w:pos="9072"/>
              </w:tabs>
              <w:rPr>
                <w:color w:val="auto"/>
                <w:sz w:val="19"/>
                <w:szCs w:val="19"/>
                <w:lang w:val="mk-MK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A7DA3" w14:textId="77777777" w:rsidR="00D17067" w:rsidRPr="00AD786C" w:rsidRDefault="00D17067" w:rsidP="00D17067">
            <w:pPr>
              <w:tabs>
                <w:tab w:val="right" w:pos="9072"/>
              </w:tabs>
              <w:rPr>
                <w:b/>
                <w:color w:val="auto"/>
              </w:rPr>
            </w:pPr>
            <w:r w:rsidRPr="00AD786C">
              <w:rPr>
                <w:b/>
                <w:bCs/>
                <w:color w:val="auto"/>
                <w:lang w:val="mk-MK"/>
              </w:rPr>
              <w:t xml:space="preserve">Вкупно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4652BFF0" w14:textId="77777777" w:rsidR="00D17067" w:rsidRPr="00AD786C" w:rsidRDefault="00D17067" w:rsidP="00D17067">
            <w:pPr>
              <w:tabs>
                <w:tab w:val="right" w:pos="9072"/>
              </w:tabs>
              <w:jc w:val="center"/>
              <w:rPr>
                <w:b/>
                <w:color w:val="auto"/>
                <w:lang w:val="mk-MK"/>
              </w:rPr>
            </w:pPr>
            <w:r w:rsidRPr="00AD786C">
              <w:rPr>
                <w:b/>
                <w:color w:val="auto"/>
                <w:lang w:val="mk-MK"/>
              </w:rPr>
              <w:t>332.100</w:t>
            </w:r>
            <w:r w:rsidRPr="00AD786C">
              <w:rPr>
                <w:b/>
                <w:color w:val="auto"/>
                <w:lang w:val="en-US"/>
              </w:rPr>
              <w:t xml:space="preserve"> ден.</w:t>
            </w:r>
          </w:p>
        </w:tc>
      </w:tr>
    </w:tbl>
    <w:p w14:paraId="0B7CCEB1" w14:textId="77777777" w:rsidR="00B9554A" w:rsidRPr="00AD786C" w:rsidRDefault="00B9554A" w:rsidP="00782D97">
      <w:pPr>
        <w:pStyle w:val="ListParagraph"/>
        <w:rPr>
          <w:rFonts w:ascii="Times New Roman" w:hAnsi="Times New Roman"/>
          <w:lang w:val="mk-MK"/>
        </w:rPr>
      </w:pPr>
    </w:p>
    <w:p w14:paraId="4E1206EF" w14:textId="77777777" w:rsidR="00AB4F60" w:rsidRPr="00AD786C" w:rsidRDefault="00AB4F60" w:rsidP="00E54806">
      <w:pPr>
        <w:pStyle w:val="ListParagraph"/>
        <w:numPr>
          <w:ilvl w:val="0"/>
          <w:numId w:val="18"/>
        </w:numPr>
        <w:rPr>
          <w:rFonts w:ascii="Times New Roman" w:hAnsi="Times New Roman"/>
          <w:b/>
          <w:sz w:val="28"/>
          <w:szCs w:val="28"/>
          <w:lang w:val="mk-MK"/>
        </w:rPr>
      </w:pPr>
      <w:r w:rsidRPr="00AD786C">
        <w:rPr>
          <w:rFonts w:ascii="Times New Roman" w:hAnsi="Times New Roman"/>
          <w:b/>
          <w:sz w:val="28"/>
          <w:szCs w:val="28"/>
          <w:lang w:val="mk-MK"/>
        </w:rPr>
        <w:t>Финансирање</w:t>
      </w:r>
    </w:p>
    <w:p w14:paraId="24A0E63A" w14:textId="77777777" w:rsidR="00832AEB" w:rsidRPr="00AD786C" w:rsidRDefault="00832AEB" w:rsidP="00832AEB">
      <w:pPr>
        <w:pStyle w:val="ListParagraph"/>
        <w:ind w:left="360"/>
        <w:rPr>
          <w:rFonts w:ascii="Times New Roman" w:hAnsi="Times New Roman"/>
          <w:b/>
          <w:sz w:val="28"/>
          <w:szCs w:val="28"/>
          <w:lang w:val="mk-MK"/>
        </w:rPr>
      </w:pPr>
    </w:p>
    <w:p w14:paraId="4BAD0C05" w14:textId="77777777" w:rsidR="00AB4F60" w:rsidRPr="00AD786C" w:rsidRDefault="00AB4F60" w:rsidP="00832AEB">
      <w:pPr>
        <w:ind w:firstLine="360"/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val="mk-MK"/>
        </w:rPr>
        <w:t>Програмата за безбедност и здравје при работа на општина О</w:t>
      </w:r>
      <w:r w:rsidR="00191CF7" w:rsidRPr="00AD786C">
        <w:rPr>
          <w:color w:val="auto"/>
          <w:sz w:val="24"/>
          <w:szCs w:val="24"/>
          <w:lang w:val="mk-MK"/>
        </w:rPr>
        <w:t>хрид 202</w:t>
      </w:r>
      <w:r w:rsidR="009938D4" w:rsidRPr="00AD786C">
        <w:rPr>
          <w:color w:val="auto"/>
          <w:sz w:val="24"/>
          <w:szCs w:val="24"/>
          <w:lang w:val="mk-MK"/>
        </w:rPr>
        <w:t>5</w:t>
      </w:r>
      <w:r w:rsidR="00191CF7" w:rsidRPr="00AD786C">
        <w:rPr>
          <w:color w:val="auto"/>
          <w:sz w:val="24"/>
          <w:szCs w:val="24"/>
          <w:lang w:val="mk-MK"/>
        </w:rPr>
        <w:t xml:space="preserve"> </w:t>
      </w:r>
      <w:r w:rsidR="002B3619" w:rsidRPr="00AD786C">
        <w:rPr>
          <w:color w:val="auto"/>
          <w:sz w:val="24"/>
          <w:szCs w:val="24"/>
          <w:lang w:val="mk-MK"/>
        </w:rPr>
        <w:t xml:space="preserve">година </w:t>
      </w:r>
      <w:r w:rsidR="00191CF7" w:rsidRPr="00AD786C">
        <w:rPr>
          <w:color w:val="auto"/>
          <w:sz w:val="24"/>
          <w:szCs w:val="24"/>
          <w:lang w:val="mk-MK"/>
        </w:rPr>
        <w:t>ќе биде финансирана од Буџетот на општина Охрид за 202</w:t>
      </w:r>
      <w:r w:rsidR="009938D4" w:rsidRPr="00AD786C">
        <w:rPr>
          <w:color w:val="auto"/>
          <w:sz w:val="24"/>
          <w:szCs w:val="24"/>
          <w:lang w:val="mk-MK"/>
        </w:rPr>
        <w:t>5</w:t>
      </w:r>
      <w:r w:rsidR="00191CF7" w:rsidRPr="00AD786C">
        <w:rPr>
          <w:color w:val="auto"/>
          <w:sz w:val="24"/>
          <w:szCs w:val="24"/>
          <w:lang w:val="mk-MK"/>
        </w:rPr>
        <w:t xml:space="preserve">. </w:t>
      </w:r>
    </w:p>
    <w:p w14:paraId="48B30A8F" w14:textId="77777777" w:rsidR="00191CF7" w:rsidRPr="00AD786C" w:rsidRDefault="00191CF7" w:rsidP="00832AEB">
      <w:pPr>
        <w:ind w:firstLine="360"/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val="mk-MK"/>
        </w:rPr>
        <w:t>Дополнителни финасиски средства можат да</w:t>
      </w:r>
      <w:r w:rsidR="00EF4714" w:rsidRPr="00AD786C">
        <w:rPr>
          <w:color w:val="auto"/>
          <w:sz w:val="24"/>
          <w:szCs w:val="24"/>
          <w:lang w:val="mk-MK"/>
        </w:rPr>
        <w:t xml:space="preserve"> бидат обезбедени и од донации, спонзорства и проекти.</w:t>
      </w:r>
    </w:p>
    <w:p w14:paraId="17A8FBA0" w14:textId="77777777" w:rsidR="00A038B0" w:rsidRPr="00AD786C" w:rsidRDefault="00191CF7" w:rsidP="00325233">
      <w:pPr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val="mk-MK"/>
        </w:rPr>
        <w:t xml:space="preserve">Одредени активности кои можат да трпат измена во зависност од </w:t>
      </w:r>
      <w:r w:rsidR="00A038B0" w:rsidRPr="00AD786C">
        <w:rPr>
          <w:color w:val="auto"/>
          <w:sz w:val="24"/>
          <w:szCs w:val="24"/>
          <w:lang w:val="mk-MK"/>
        </w:rPr>
        <w:t>промените</w:t>
      </w:r>
      <w:r w:rsidRPr="00AD786C">
        <w:rPr>
          <w:color w:val="auto"/>
          <w:sz w:val="24"/>
          <w:szCs w:val="24"/>
          <w:lang w:val="mk-MK"/>
        </w:rPr>
        <w:t xml:space="preserve"> на ситематизација на работни места на општина Охрид, како и за некои активности кои не се предвидени во програмата, а се во интерес на зголемување на безбедноста и здравјето </w:t>
      </w:r>
      <w:r w:rsidR="00832AEB" w:rsidRPr="00AD786C">
        <w:rPr>
          <w:color w:val="auto"/>
          <w:sz w:val="24"/>
          <w:szCs w:val="24"/>
          <w:lang w:val="mk-MK"/>
        </w:rPr>
        <w:t>на вработените во општина Охрид</w:t>
      </w:r>
      <w:r w:rsidRPr="00AD786C">
        <w:rPr>
          <w:color w:val="auto"/>
          <w:sz w:val="24"/>
          <w:szCs w:val="24"/>
          <w:lang w:val="mk-MK"/>
        </w:rPr>
        <w:t xml:space="preserve">, </w:t>
      </w:r>
      <w:r w:rsidR="00A038B0" w:rsidRPr="00AD786C">
        <w:rPr>
          <w:color w:val="auto"/>
          <w:sz w:val="24"/>
          <w:szCs w:val="24"/>
          <w:lang w:val="mk-MK"/>
        </w:rPr>
        <w:t>ќе</w:t>
      </w:r>
      <w:r w:rsidRPr="00AD786C">
        <w:rPr>
          <w:color w:val="auto"/>
          <w:sz w:val="24"/>
          <w:szCs w:val="24"/>
          <w:lang w:val="mk-MK"/>
        </w:rPr>
        <w:t xml:space="preserve"> се предвидат дополнителни финансиски средства од буџетот на општина Охрид.</w:t>
      </w:r>
    </w:p>
    <w:p w14:paraId="48C9DD46" w14:textId="77777777" w:rsidR="00A038B0" w:rsidRPr="00AD786C" w:rsidRDefault="00A038B0" w:rsidP="00325233">
      <w:pPr>
        <w:jc w:val="both"/>
        <w:rPr>
          <w:color w:val="auto"/>
          <w:sz w:val="24"/>
          <w:szCs w:val="24"/>
          <w:lang w:val="mk-MK"/>
        </w:rPr>
      </w:pPr>
      <w:r w:rsidRPr="00AD786C">
        <w:rPr>
          <w:color w:val="auto"/>
          <w:sz w:val="24"/>
          <w:szCs w:val="24"/>
          <w:lang w:val="mk-MK"/>
        </w:rPr>
        <w:t>По реализација на годишната Програма за безбедност и здравје при работа на општина Охрид до Советот на општина Охрид ќе се достави извештај за потрошени финансиски средства за програмските мерки и активности.</w:t>
      </w:r>
    </w:p>
    <w:p w14:paraId="033AB075" w14:textId="77777777" w:rsidR="002B3619" w:rsidRPr="00AD786C" w:rsidRDefault="002B3619" w:rsidP="00191CF7">
      <w:pPr>
        <w:pStyle w:val="ListParagraph"/>
        <w:ind w:left="360"/>
        <w:jc w:val="both"/>
        <w:rPr>
          <w:rFonts w:ascii="Times New Roman" w:hAnsi="Times New Roman"/>
          <w:lang w:val="mk-MK"/>
        </w:rPr>
      </w:pPr>
    </w:p>
    <w:p w14:paraId="7D902CCD" w14:textId="77777777" w:rsidR="004B3D2E" w:rsidRPr="00AD786C" w:rsidRDefault="002B3619" w:rsidP="00832AEB">
      <w:pPr>
        <w:ind w:firstLine="720"/>
        <w:jc w:val="both"/>
        <w:rPr>
          <w:b/>
          <w:color w:val="auto"/>
          <w:sz w:val="24"/>
          <w:szCs w:val="24"/>
          <w:lang w:val="mk-MK"/>
        </w:rPr>
      </w:pPr>
      <w:r w:rsidRPr="00AD786C">
        <w:rPr>
          <w:b/>
          <w:color w:val="auto"/>
          <w:sz w:val="24"/>
          <w:szCs w:val="24"/>
          <w:lang w:val="mk-MK"/>
        </w:rPr>
        <w:t>Програмата за безбедност и здравје при работа на општина Охрид за 202</w:t>
      </w:r>
      <w:r w:rsidR="009938D4" w:rsidRPr="00AD786C">
        <w:rPr>
          <w:b/>
          <w:color w:val="auto"/>
          <w:sz w:val="24"/>
          <w:szCs w:val="24"/>
          <w:lang w:val="mk-MK"/>
        </w:rPr>
        <w:t>5</w:t>
      </w:r>
      <w:r w:rsidRPr="00AD786C">
        <w:rPr>
          <w:b/>
          <w:color w:val="auto"/>
          <w:sz w:val="24"/>
          <w:szCs w:val="24"/>
          <w:lang w:val="mk-MK"/>
        </w:rPr>
        <w:t xml:space="preserve"> година е родово сензитивна</w:t>
      </w:r>
      <w:r w:rsidR="004B3D2E" w:rsidRPr="00AD786C">
        <w:rPr>
          <w:b/>
          <w:color w:val="auto"/>
          <w:sz w:val="24"/>
          <w:szCs w:val="24"/>
          <w:lang w:val="en-US"/>
        </w:rPr>
        <w:t xml:space="preserve">, </w:t>
      </w:r>
      <w:r w:rsidR="004B3D2E" w:rsidRPr="00AD786C">
        <w:rPr>
          <w:b/>
          <w:color w:val="auto"/>
          <w:sz w:val="24"/>
          <w:szCs w:val="24"/>
          <w:lang w:val="mk-MK"/>
        </w:rPr>
        <w:t xml:space="preserve">бидејќи програмските активности ги опфаќаат и мажите и жените вработени во општина Охрид. </w:t>
      </w:r>
    </w:p>
    <w:p w14:paraId="1F13AC70" w14:textId="77777777" w:rsidR="002B3619" w:rsidRPr="00AD786C" w:rsidRDefault="004B3D2E" w:rsidP="00832AEB">
      <w:pPr>
        <w:ind w:firstLine="720"/>
        <w:jc w:val="both"/>
        <w:rPr>
          <w:color w:val="auto"/>
          <w:sz w:val="24"/>
          <w:szCs w:val="24"/>
          <w:lang w:val="mk-MK"/>
        </w:rPr>
      </w:pPr>
      <w:r w:rsidRPr="00AD786C">
        <w:rPr>
          <w:b/>
          <w:color w:val="auto"/>
          <w:sz w:val="24"/>
          <w:szCs w:val="24"/>
          <w:lang w:val="mk-MK"/>
        </w:rPr>
        <w:lastRenderedPageBreak/>
        <w:t>Индикатори за следење на родово-сензитивната програма се бројот на вработени лица од женски пол, односно 105 жени и бројот на вработени лица од машки пол, односно 148 мажи</w:t>
      </w:r>
      <w:r w:rsidRPr="00AD786C">
        <w:rPr>
          <w:color w:val="auto"/>
          <w:sz w:val="24"/>
          <w:szCs w:val="24"/>
          <w:lang w:val="mk-MK"/>
        </w:rPr>
        <w:t>.</w:t>
      </w:r>
    </w:p>
    <w:p w14:paraId="50CB07BF" w14:textId="77777777" w:rsidR="00A038B0" w:rsidRPr="00AD786C" w:rsidRDefault="00A038B0" w:rsidP="00A038B0">
      <w:pPr>
        <w:rPr>
          <w:color w:val="auto"/>
          <w:lang w:val="mk-MK" w:eastAsia="x-none"/>
        </w:rPr>
      </w:pPr>
    </w:p>
    <w:p w14:paraId="17F51A08" w14:textId="77777777" w:rsidR="00B9554A" w:rsidRPr="00AD786C" w:rsidRDefault="00B9554A" w:rsidP="00B9554A">
      <w:pPr>
        <w:ind w:firstLine="720"/>
        <w:jc w:val="both"/>
        <w:rPr>
          <w:bCs/>
          <w:color w:val="auto"/>
          <w:kern w:val="0"/>
          <w:sz w:val="22"/>
          <w:szCs w:val="22"/>
          <w:lang w:val="en-US" w:eastAsia="mk-MK"/>
        </w:rPr>
      </w:pPr>
      <w:r w:rsidRPr="00AD786C">
        <w:rPr>
          <w:bCs/>
          <w:color w:val="auto"/>
          <w:kern w:val="0"/>
          <w:sz w:val="22"/>
          <w:szCs w:val="22"/>
          <w:lang w:val="en-US" w:eastAsia="mk-MK"/>
        </w:rPr>
        <w:t xml:space="preserve">Oваа </w:t>
      </w:r>
      <w:r w:rsidR="00D10E46" w:rsidRPr="00AD786C">
        <w:rPr>
          <w:bCs/>
          <w:color w:val="auto"/>
          <w:kern w:val="0"/>
          <w:sz w:val="22"/>
          <w:szCs w:val="22"/>
          <w:lang w:val="mk-MK" w:eastAsia="mk-MK"/>
        </w:rPr>
        <w:t>Предлог</w:t>
      </w:r>
      <w:r w:rsidRPr="00AD786C">
        <w:rPr>
          <w:bCs/>
          <w:color w:val="auto"/>
          <w:kern w:val="0"/>
          <w:sz w:val="22"/>
          <w:szCs w:val="22"/>
          <w:lang w:val="en-US" w:eastAsia="mk-MK"/>
        </w:rPr>
        <w:t xml:space="preserve"> Програма влегува во сила наредниот ден од денот на објавувањето во „Сл.гласник на општина Охрид“.  </w:t>
      </w:r>
    </w:p>
    <w:p w14:paraId="30F4711C" w14:textId="2273DAAD" w:rsidR="00B9554A" w:rsidRDefault="00B9554A" w:rsidP="00B9554A">
      <w:pPr>
        <w:jc w:val="both"/>
        <w:rPr>
          <w:b/>
          <w:color w:val="auto"/>
          <w:kern w:val="0"/>
          <w:sz w:val="22"/>
          <w:szCs w:val="22"/>
          <w:lang w:val="mk-MK" w:eastAsia="mk-MK"/>
        </w:rPr>
      </w:pPr>
    </w:p>
    <w:p w14:paraId="5198D086" w14:textId="6E848EED" w:rsidR="00AD786C" w:rsidRDefault="00AD786C" w:rsidP="00B9554A">
      <w:pPr>
        <w:jc w:val="both"/>
        <w:rPr>
          <w:b/>
          <w:color w:val="auto"/>
          <w:kern w:val="0"/>
          <w:sz w:val="22"/>
          <w:szCs w:val="22"/>
          <w:lang w:val="mk-MK" w:eastAsia="mk-MK"/>
        </w:rPr>
      </w:pPr>
    </w:p>
    <w:p w14:paraId="6E6C09AA" w14:textId="41BBAA6E" w:rsidR="00AD786C" w:rsidRDefault="00AD786C" w:rsidP="00B9554A">
      <w:pPr>
        <w:jc w:val="both"/>
        <w:rPr>
          <w:b/>
          <w:color w:val="auto"/>
          <w:kern w:val="0"/>
          <w:sz w:val="22"/>
          <w:szCs w:val="22"/>
          <w:lang w:val="mk-MK" w:eastAsia="mk-MK"/>
        </w:rPr>
      </w:pPr>
    </w:p>
    <w:p w14:paraId="5786188C" w14:textId="77777777" w:rsidR="00AD786C" w:rsidRPr="00AD786C" w:rsidRDefault="00AD786C" w:rsidP="00B9554A">
      <w:pPr>
        <w:jc w:val="both"/>
        <w:rPr>
          <w:b/>
          <w:color w:val="auto"/>
          <w:kern w:val="0"/>
          <w:sz w:val="22"/>
          <w:szCs w:val="22"/>
          <w:lang w:val="mk-MK" w:eastAsia="mk-MK"/>
        </w:rPr>
      </w:pPr>
      <w:bookmarkStart w:id="0" w:name="_GoBack"/>
      <w:bookmarkEnd w:id="0"/>
    </w:p>
    <w:p w14:paraId="2CA40E99" w14:textId="77777777" w:rsidR="00B9554A" w:rsidRPr="00AD786C" w:rsidRDefault="00B9554A" w:rsidP="00B9554A">
      <w:pPr>
        <w:jc w:val="both"/>
        <w:rPr>
          <w:b/>
          <w:color w:val="auto"/>
          <w:kern w:val="0"/>
          <w:sz w:val="22"/>
          <w:szCs w:val="22"/>
          <w:lang w:val="ru-RU" w:eastAsia="en-US"/>
        </w:rPr>
      </w:pPr>
      <w:r w:rsidRPr="00AD786C">
        <w:rPr>
          <w:b/>
          <w:color w:val="auto"/>
          <w:kern w:val="0"/>
          <w:sz w:val="22"/>
          <w:szCs w:val="22"/>
          <w:lang w:val="ru-RU" w:eastAsia="mk-MK"/>
        </w:rPr>
        <w:t xml:space="preserve">Број 08-                                              </w:t>
      </w:r>
      <w:r w:rsidR="002E39F9" w:rsidRPr="00AD786C">
        <w:rPr>
          <w:b/>
          <w:color w:val="auto"/>
          <w:kern w:val="0"/>
          <w:sz w:val="22"/>
          <w:szCs w:val="22"/>
          <w:lang w:val="en-US" w:eastAsia="mk-MK"/>
        </w:rPr>
        <w:t xml:space="preserve">         </w:t>
      </w:r>
      <w:r w:rsidRPr="00AD786C">
        <w:rPr>
          <w:b/>
          <w:color w:val="auto"/>
          <w:kern w:val="0"/>
          <w:sz w:val="22"/>
          <w:szCs w:val="22"/>
          <w:lang w:val="ru-RU" w:eastAsia="mk-MK"/>
        </w:rPr>
        <w:t xml:space="preserve">  </w:t>
      </w:r>
      <w:r w:rsidR="002E39F9" w:rsidRPr="00AD786C">
        <w:rPr>
          <w:b/>
          <w:color w:val="auto"/>
          <w:kern w:val="0"/>
          <w:sz w:val="22"/>
          <w:szCs w:val="22"/>
          <w:lang w:val="en-US" w:eastAsia="mk-MK"/>
        </w:rPr>
        <w:t xml:space="preserve">  </w:t>
      </w:r>
      <w:r w:rsidRPr="00AD786C">
        <w:rPr>
          <w:b/>
          <w:color w:val="auto"/>
          <w:kern w:val="0"/>
          <w:sz w:val="22"/>
          <w:szCs w:val="22"/>
          <w:lang w:val="ru-RU" w:eastAsia="mk-MK"/>
        </w:rPr>
        <w:t xml:space="preserve"> СОВЕТ НА ОПШТИНА ОХРИД</w:t>
      </w:r>
    </w:p>
    <w:p w14:paraId="2CD0CBBD" w14:textId="5697A720" w:rsidR="00B9554A" w:rsidRPr="00AD786C" w:rsidRDefault="00BA38D1" w:rsidP="00B9554A">
      <w:pPr>
        <w:jc w:val="both"/>
        <w:rPr>
          <w:b/>
          <w:color w:val="auto"/>
          <w:kern w:val="0"/>
          <w:sz w:val="22"/>
          <w:szCs w:val="22"/>
          <w:lang w:val="ru-RU" w:eastAsia="en-US"/>
        </w:rPr>
      </w:pPr>
      <w:r w:rsidRPr="00AD786C">
        <w:rPr>
          <w:b/>
          <w:color w:val="auto"/>
          <w:kern w:val="0"/>
          <w:sz w:val="22"/>
          <w:szCs w:val="22"/>
          <w:lang w:val="en-US" w:eastAsia="mk-MK"/>
        </w:rPr>
        <w:t>__</w:t>
      </w:r>
      <w:r w:rsidR="00B9554A" w:rsidRPr="00AD786C">
        <w:rPr>
          <w:b/>
          <w:color w:val="auto"/>
          <w:kern w:val="0"/>
          <w:sz w:val="22"/>
          <w:szCs w:val="22"/>
          <w:lang w:val="mk-MK" w:eastAsia="mk-MK"/>
        </w:rPr>
        <w:t>.1</w:t>
      </w:r>
      <w:r w:rsidRPr="00AD786C">
        <w:rPr>
          <w:b/>
          <w:color w:val="auto"/>
          <w:kern w:val="0"/>
          <w:sz w:val="22"/>
          <w:szCs w:val="22"/>
          <w:lang w:val="en-US" w:eastAsia="mk-MK"/>
        </w:rPr>
        <w:t>2</w:t>
      </w:r>
      <w:r w:rsidR="00B9554A" w:rsidRPr="00AD786C">
        <w:rPr>
          <w:b/>
          <w:color w:val="auto"/>
          <w:kern w:val="0"/>
          <w:sz w:val="22"/>
          <w:szCs w:val="22"/>
          <w:lang w:val="mk-MK" w:eastAsia="mk-MK"/>
        </w:rPr>
        <w:t>.202</w:t>
      </w:r>
      <w:r w:rsidR="009938D4" w:rsidRPr="00AD786C">
        <w:rPr>
          <w:b/>
          <w:color w:val="auto"/>
          <w:kern w:val="0"/>
          <w:sz w:val="22"/>
          <w:szCs w:val="22"/>
          <w:lang w:val="mk-MK" w:eastAsia="mk-MK"/>
        </w:rPr>
        <w:t>4</w:t>
      </w:r>
      <w:r w:rsidR="00B9554A" w:rsidRPr="00AD786C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="00B9554A" w:rsidRPr="00AD786C">
        <w:rPr>
          <w:b/>
          <w:color w:val="auto"/>
          <w:kern w:val="0"/>
          <w:sz w:val="22"/>
          <w:szCs w:val="22"/>
          <w:lang w:val="ru-RU" w:eastAsia="mk-MK"/>
        </w:rPr>
        <w:t xml:space="preserve">год.                                               </w:t>
      </w:r>
      <w:r w:rsidR="00B9554A" w:rsidRPr="00AD786C">
        <w:rPr>
          <w:b/>
          <w:color w:val="auto"/>
          <w:kern w:val="0"/>
          <w:sz w:val="22"/>
          <w:szCs w:val="22"/>
          <w:lang w:val="mk-MK" w:eastAsia="mk-MK"/>
        </w:rPr>
        <w:t xml:space="preserve">                   </w:t>
      </w:r>
      <w:r w:rsidR="002E39F9" w:rsidRPr="00AD786C">
        <w:rPr>
          <w:b/>
          <w:color w:val="auto"/>
          <w:kern w:val="0"/>
          <w:sz w:val="22"/>
          <w:szCs w:val="22"/>
          <w:lang w:val="en-US" w:eastAsia="mk-MK"/>
        </w:rPr>
        <w:t xml:space="preserve">   </w:t>
      </w:r>
      <w:r w:rsidR="00B9554A" w:rsidRPr="00AD786C">
        <w:rPr>
          <w:b/>
          <w:color w:val="auto"/>
          <w:kern w:val="0"/>
          <w:sz w:val="22"/>
          <w:szCs w:val="22"/>
          <w:lang w:val="ru-RU" w:eastAsia="mk-MK"/>
        </w:rPr>
        <w:t>Претседател</w:t>
      </w:r>
    </w:p>
    <w:p w14:paraId="6124E86D" w14:textId="77777777" w:rsidR="00B9554A" w:rsidRPr="00AD786C" w:rsidRDefault="00B9554A" w:rsidP="0086712B">
      <w:pPr>
        <w:tabs>
          <w:tab w:val="right" w:pos="9360"/>
        </w:tabs>
        <w:jc w:val="both"/>
        <w:rPr>
          <w:color w:val="auto"/>
          <w:lang w:val="mk-MK"/>
        </w:rPr>
      </w:pPr>
      <w:r w:rsidRPr="00AD786C">
        <w:rPr>
          <w:b/>
          <w:color w:val="auto"/>
          <w:kern w:val="0"/>
          <w:sz w:val="22"/>
          <w:szCs w:val="22"/>
          <w:lang w:val="ru-RU" w:eastAsia="mk-MK"/>
        </w:rPr>
        <w:t xml:space="preserve">О х р и д                                                         </w:t>
      </w:r>
      <w:r w:rsidR="00D17067" w:rsidRPr="00AD786C">
        <w:rPr>
          <w:b/>
          <w:color w:val="auto"/>
          <w:kern w:val="0"/>
          <w:sz w:val="22"/>
          <w:szCs w:val="22"/>
          <w:lang w:val="mk-MK" w:eastAsia="mk-MK"/>
        </w:rPr>
        <w:t xml:space="preserve">               </w:t>
      </w:r>
      <w:r w:rsidRPr="00AD786C">
        <w:rPr>
          <w:b/>
          <w:color w:val="auto"/>
          <w:kern w:val="0"/>
          <w:sz w:val="22"/>
          <w:szCs w:val="22"/>
          <w:lang w:val="mk-MK" w:eastAsia="mk-MK"/>
        </w:rPr>
        <w:t xml:space="preserve"> </w:t>
      </w:r>
      <w:r w:rsidR="00D17067" w:rsidRPr="00AD786C">
        <w:rPr>
          <w:b/>
          <w:color w:val="auto"/>
          <w:kern w:val="0"/>
          <w:sz w:val="22"/>
          <w:szCs w:val="22"/>
          <w:lang w:val="mk-MK" w:eastAsia="mk-MK"/>
        </w:rPr>
        <w:t>Перчо Божиновски</w:t>
      </w:r>
      <w:r w:rsidR="00771E4B" w:rsidRPr="00AD786C">
        <w:rPr>
          <w:b/>
          <w:color w:val="auto"/>
          <w:kern w:val="0"/>
          <w:sz w:val="22"/>
          <w:szCs w:val="22"/>
          <w:lang w:val="mk-MK" w:eastAsia="mk-MK"/>
        </w:rPr>
        <w:tab/>
      </w:r>
    </w:p>
    <w:sectPr w:rsidR="00B9554A" w:rsidRPr="00AD7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62F86" w14:textId="77777777" w:rsidR="004E3392" w:rsidRDefault="004E3392" w:rsidP="000F490B">
      <w:r>
        <w:separator/>
      </w:r>
    </w:p>
  </w:endnote>
  <w:endnote w:type="continuationSeparator" w:id="0">
    <w:p w14:paraId="0A35E1DA" w14:textId="77777777" w:rsidR="004E3392" w:rsidRDefault="004E3392" w:rsidP="000F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C C Swiss">
    <w:panose1 w:val="020B7200000000000000"/>
    <w:charset w:val="00"/>
    <w:family w:val="swiss"/>
    <w:pitch w:val="variable"/>
    <w:sig w:usb0="00000083" w:usb1="00000000" w:usb2="00000000" w:usb3="00000000" w:csb0="00000009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652588" w14:textId="77777777" w:rsidR="004E3392" w:rsidRDefault="004E3392" w:rsidP="000F490B">
      <w:r>
        <w:separator/>
      </w:r>
    </w:p>
  </w:footnote>
  <w:footnote w:type="continuationSeparator" w:id="0">
    <w:p w14:paraId="6225126B" w14:textId="77777777" w:rsidR="004E3392" w:rsidRDefault="004E3392" w:rsidP="000F4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323C"/>
    <w:multiLevelType w:val="multilevel"/>
    <w:tmpl w:val="52A025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  <w:szCs w:val="18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5F1F33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240995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70B5D54"/>
    <w:multiLevelType w:val="hybridMultilevel"/>
    <w:tmpl w:val="84CE42CC"/>
    <w:lvl w:ilvl="0" w:tplc="DA3CD20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E349F2"/>
    <w:multiLevelType w:val="hybridMultilevel"/>
    <w:tmpl w:val="729EB0E6"/>
    <w:lvl w:ilvl="0" w:tplc="65CE14F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54BBA"/>
    <w:multiLevelType w:val="hybridMultilevel"/>
    <w:tmpl w:val="ABF2E1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A768B4"/>
    <w:multiLevelType w:val="multilevel"/>
    <w:tmpl w:val="C776AA88"/>
    <w:lvl w:ilvl="0">
      <w:start w:val="1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60"/>
      <w:numFmt w:val="decimal"/>
      <w:lvlText w:val="%1.%2"/>
      <w:lvlJc w:val="left"/>
      <w:pPr>
        <w:ind w:left="570" w:hanging="57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19041A7"/>
    <w:multiLevelType w:val="hybridMultilevel"/>
    <w:tmpl w:val="B63ED6E8"/>
    <w:lvl w:ilvl="0" w:tplc="215C1AB0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301F2"/>
    <w:multiLevelType w:val="hybridMultilevel"/>
    <w:tmpl w:val="ED103228"/>
    <w:lvl w:ilvl="0" w:tplc="980EC116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D1CDC"/>
    <w:multiLevelType w:val="hybridMultilevel"/>
    <w:tmpl w:val="69FA35E6"/>
    <w:lvl w:ilvl="0" w:tplc="18421CC8">
      <w:start w:val="2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781079"/>
    <w:multiLevelType w:val="hybridMultilevel"/>
    <w:tmpl w:val="A36CDB20"/>
    <w:lvl w:ilvl="0" w:tplc="980EC116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83B3D"/>
    <w:multiLevelType w:val="hybridMultilevel"/>
    <w:tmpl w:val="A1F6C798"/>
    <w:lvl w:ilvl="0" w:tplc="980EC116">
      <w:start w:val="6"/>
      <w:numFmt w:val="bullet"/>
      <w:lvlText w:val="-"/>
      <w:lvlJc w:val="left"/>
      <w:pPr>
        <w:ind w:left="360" w:hanging="360"/>
      </w:pPr>
      <w:rPr>
        <w:rFonts w:ascii="Arial Narrow" w:eastAsia="Times New Roman" w:hAnsi="Arial Narrow" w:cs="Arial" w:hint="default"/>
        <w:b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02070"/>
    <w:multiLevelType w:val="multilevel"/>
    <w:tmpl w:val="570A75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790211A8"/>
    <w:multiLevelType w:val="hybridMultilevel"/>
    <w:tmpl w:val="22487770"/>
    <w:lvl w:ilvl="0" w:tplc="5050A5F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6A3CB0"/>
    <w:multiLevelType w:val="multilevel"/>
    <w:tmpl w:val="B44C46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D60146F"/>
    <w:multiLevelType w:val="multilevel"/>
    <w:tmpl w:val="AA7CFF9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7F1F1CFD"/>
    <w:multiLevelType w:val="multilevel"/>
    <w:tmpl w:val="9244DC0C"/>
    <w:lvl w:ilvl="0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sz w:val="22"/>
        <w:szCs w:val="22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7"/>
  </w:num>
  <w:num w:numId="5">
    <w:abstractNumId w:val="4"/>
  </w:num>
  <w:num w:numId="6">
    <w:abstractNumId w:val="0"/>
  </w:num>
  <w:num w:numId="7">
    <w:abstractNumId w:val="13"/>
  </w:num>
  <w:num w:numId="8">
    <w:abstractNumId w:val="8"/>
  </w:num>
  <w:num w:numId="9">
    <w:abstractNumId w:val="16"/>
  </w:num>
  <w:num w:numId="10">
    <w:abstractNumId w:val="10"/>
  </w:num>
  <w:num w:numId="11">
    <w:abstractNumId w:val="3"/>
  </w:num>
  <w:num w:numId="12">
    <w:abstractNumId w:val="11"/>
  </w:num>
  <w:num w:numId="13">
    <w:abstractNumId w:val="15"/>
  </w:num>
  <w:num w:numId="14">
    <w:abstractNumId w:val="14"/>
  </w:num>
  <w:num w:numId="15">
    <w:abstractNumId w:val="5"/>
  </w:num>
  <w:num w:numId="16">
    <w:abstractNumId w:val="2"/>
  </w:num>
  <w:num w:numId="17">
    <w:abstractNumId w:val="6"/>
  </w:num>
  <w:num w:numId="18">
    <w:abstractNumId w:val="1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F1"/>
    <w:rsid w:val="00015692"/>
    <w:rsid w:val="000568EB"/>
    <w:rsid w:val="000A2295"/>
    <w:rsid w:val="000B1FC1"/>
    <w:rsid w:val="000B5B0A"/>
    <w:rsid w:val="000C167F"/>
    <w:rsid w:val="000D119B"/>
    <w:rsid w:val="000D22EC"/>
    <w:rsid w:val="000E1EB8"/>
    <w:rsid w:val="000F2DCC"/>
    <w:rsid w:val="000F490B"/>
    <w:rsid w:val="00107F79"/>
    <w:rsid w:val="00132E15"/>
    <w:rsid w:val="00135048"/>
    <w:rsid w:val="001737F3"/>
    <w:rsid w:val="00173EDB"/>
    <w:rsid w:val="00182A69"/>
    <w:rsid w:val="00185DF9"/>
    <w:rsid w:val="00191CF7"/>
    <w:rsid w:val="001A28E4"/>
    <w:rsid w:val="001A4EE5"/>
    <w:rsid w:val="001D3AF1"/>
    <w:rsid w:val="001D4D8D"/>
    <w:rsid w:val="001F6736"/>
    <w:rsid w:val="00204B22"/>
    <w:rsid w:val="00227981"/>
    <w:rsid w:val="00241558"/>
    <w:rsid w:val="00250655"/>
    <w:rsid w:val="002658B2"/>
    <w:rsid w:val="002814A7"/>
    <w:rsid w:val="002862CE"/>
    <w:rsid w:val="00287D29"/>
    <w:rsid w:val="00291E39"/>
    <w:rsid w:val="002A3F50"/>
    <w:rsid w:val="002B3619"/>
    <w:rsid w:val="002C0F42"/>
    <w:rsid w:val="002D1DC2"/>
    <w:rsid w:val="002E1F46"/>
    <w:rsid w:val="002E39F9"/>
    <w:rsid w:val="002E52E0"/>
    <w:rsid w:val="002F3519"/>
    <w:rsid w:val="002F477A"/>
    <w:rsid w:val="00304608"/>
    <w:rsid w:val="00307DF2"/>
    <w:rsid w:val="00325233"/>
    <w:rsid w:val="003654E2"/>
    <w:rsid w:val="0036673A"/>
    <w:rsid w:val="00367120"/>
    <w:rsid w:val="00395194"/>
    <w:rsid w:val="003B7BD9"/>
    <w:rsid w:val="003D0EB3"/>
    <w:rsid w:val="003E031E"/>
    <w:rsid w:val="003E558A"/>
    <w:rsid w:val="00400FF0"/>
    <w:rsid w:val="0040764F"/>
    <w:rsid w:val="00431626"/>
    <w:rsid w:val="00436283"/>
    <w:rsid w:val="00442D90"/>
    <w:rsid w:val="00452764"/>
    <w:rsid w:val="00454FD7"/>
    <w:rsid w:val="00457A14"/>
    <w:rsid w:val="00461B83"/>
    <w:rsid w:val="00487287"/>
    <w:rsid w:val="0049240B"/>
    <w:rsid w:val="00496D65"/>
    <w:rsid w:val="004A62F0"/>
    <w:rsid w:val="004B3D2E"/>
    <w:rsid w:val="004B41F1"/>
    <w:rsid w:val="004E3392"/>
    <w:rsid w:val="004E6F28"/>
    <w:rsid w:val="004F731F"/>
    <w:rsid w:val="00503964"/>
    <w:rsid w:val="00520E6C"/>
    <w:rsid w:val="00557653"/>
    <w:rsid w:val="005C23C3"/>
    <w:rsid w:val="005D75D9"/>
    <w:rsid w:val="006045BB"/>
    <w:rsid w:val="00620F3A"/>
    <w:rsid w:val="00621607"/>
    <w:rsid w:val="0062198E"/>
    <w:rsid w:val="00637919"/>
    <w:rsid w:val="00644BCE"/>
    <w:rsid w:val="00656E5A"/>
    <w:rsid w:val="006601BE"/>
    <w:rsid w:val="0067494E"/>
    <w:rsid w:val="00681ED3"/>
    <w:rsid w:val="006845D2"/>
    <w:rsid w:val="006B4A41"/>
    <w:rsid w:val="006C055A"/>
    <w:rsid w:val="006C3392"/>
    <w:rsid w:val="006E06D0"/>
    <w:rsid w:val="006E2644"/>
    <w:rsid w:val="006F29CC"/>
    <w:rsid w:val="006F70BC"/>
    <w:rsid w:val="00705B2E"/>
    <w:rsid w:val="00721E2E"/>
    <w:rsid w:val="00751E4D"/>
    <w:rsid w:val="00761639"/>
    <w:rsid w:val="00771E4B"/>
    <w:rsid w:val="007807EA"/>
    <w:rsid w:val="00782D97"/>
    <w:rsid w:val="00783F65"/>
    <w:rsid w:val="00786B03"/>
    <w:rsid w:val="007905B8"/>
    <w:rsid w:val="007A15A5"/>
    <w:rsid w:val="007B34AD"/>
    <w:rsid w:val="007B3663"/>
    <w:rsid w:val="007D7AF2"/>
    <w:rsid w:val="007E27B7"/>
    <w:rsid w:val="007F0A60"/>
    <w:rsid w:val="008044D4"/>
    <w:rsid w:val="00813BA8"/>
    <w:rsid w:val="00825C68"/>
    <w:rsid w:val="00826C3D"/>
    <w:rsid w:val="00832AEB"/>
    <w:rsid w:val="00836CEB"/>
    <w:rsid w:val="00851DB8"/>
    <w:rsid w:val="0086712B"/>
    <w:rsid w:val="0088217E"/>
    <w:rsid w:val="008930DE"/>
    <w:rsid w:val="00894681"/>
    <w:rsid w:val="008A0731"/>
    <w:rsid w:val="008A370D"/>
    <w:rsid w:val="008A4B54"/>
    <w:rsid w:val="008A6FC3"/>
    <w:rsid w:val="008D2AF1"/>
    <w:rsid w:val="008F239B"/>
    <w:rsid w:val="008F4498"/>
    <w:rsid w:val="008F67F0"/>
    <w:rsid w:val="00910FE3"/>
    <w:rsid w:val="00913AAC"/>
    <w:rsid w:val="009434B1"/>
    <w:rsid w:val="00947D4D"/>
    <w:rsid w:val="00955969"/>
    <w:rsid w:val="009603E8"/>
    <w:rsid w:val="00962616"/>
    <w:rsid w:val="009627D6"/>
    <w:rsid w:val="00976C55"/>
    <w:rsid w:val="009938D4"/>
    <w:rsid w:val="00A02514"/>
    <w:rsid w:val="00A038B0"/>
    <w:rsid w:val="00A14C35"/>
    <w:rsid w:val="00A175BE"/>
    <w:rsid w:val="00A35216"/>
    <w:rsid w:val="00A3665A"/>
    <w:rsid w:val="00A62A72"/>
    <w:rsid w:val="00A638C9"/>
    <w:rsid w:val="00A80310"/>
    <w:rsid w:val="00A97963"/>
    <w:rsid w:val="00AA46E9"/>
    <w:rsid w:val="00AB03C2"/>
    <w:rsid w:val="00AB4F60"/>
    <w:rsid w:val="00AD786C"/>
    <w:rsid w:val="00AE5A3B"/>
    <w:rsid w:val="00AF5C0A"/>
    <w:rsid w:val="00B024E8"/>
    <w:rsid w:val="00B067B4"/>
    <w:rsid w:val="00B3000A"/>
    <w:rsid w:val="00B8363F"/>
    <w:rsid w:val="00B9554A"/>
    <w:rsid w:val="00BA38D1"/>
    <w:rsid w:val="00BC1B74"/>
    <w:rsid w:val="00BF0494"/>
    <w:rsid w:val="00C33441"/>
    <w:rsid w:val="00C403A1"/>
    <w:rsid w:val="00C8392C"/>
    <w:rsid w:val="00CB1A13"/>
    <w:rsid w:val="00CC53FD"/>
    <w:rsid w:val="00CD160A"/>
    <w:rsid w:val="00CD1A3E"/>
    <w:rsid w:val="00D04C8F"/>
    <w:rsid w:val="00D05ED7"/>
    <w:rsid w:val="00D10E46"/>
    <w:rsid w:val="00D17067"/>
    <w:rsid w:val="00D24AC7"/>
    <w:rsid w:val="00D335AC"/>
    <w:rsid w:val="00D7471D"/>
    <w:rsid w:val="00D86777"/>
    <w:rsid w:val="00D87711"/>
    <w:rsid w:val="00DB0D75"/>
    <w:rsid w:val="00DB5239"/>
    <w:rsid w:val="00DF533A"/>
    <w:rsid w:val="00E07190"/>
    <w:rsid w:val="00E3015C"/>
    <w:rsid w:val="00E54806"/>
    <w:rsid w:val="00E97FB8"/>
    <w:rsid w:val="00EB10EC"/>
    <w:rsid w:val="00ED094B"/>
    <w:rsid w:val="00ED2122"/>
    <w:rsid w:val="00EF4714"/>
    <w:rsid w:val="00F06CCD"/>
    <w:rsid w:val="00F37F25"/>
    <w:rsid w:val="00F414C7"/>
    <w:rsid w:val="00F46F2B"/>
    <w:rsid w:val="00F54A76"/>
    <w:rsid w:val="00F5575D"/>
    <w:rsid w:val="00F664F3"/>
    <w:rsid w:val="00FA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CCC27"/>
  <w15:docId w15:val="{0C44F667-BE5E-45D0-9A35-DC705351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964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E558A"/>
    <w:pPr>
      <w:ind w:left="720"/>
    </w:pPr>
    <w:rPr>
      <w:rFonts w:ascii="MAC C Swiss" w:hAnsi="MAC C Swiss"/>
      <w:color w:val="auto"/>
      <w:kern w:val="0"/>
      <w:sz w:val="24"/>
      <w:lang w:val="en-GB" w:eastAsia="x-none"/>
    </w:rPr>
  </w:style>
  <w:style w:type="character" w:customStyle="1" w:styleId="ListParagraphChar">
    <w:name w:val="List Paragraph Char"/>
    <w:link w:val="ListParagraph"/>
    <w:uiPriority w:val="34"/>
    <w:rsid w:val="003E558A"/>
    <w:rPr>
      <w:rFonts w:ascii="MAC C Swiss" w:eastAsia="Times New Roman" w:hAnsi="MAC C Swiss" w:cs="Times New Roman"/>
      <w:sz w:val="24"/>
      <w:szCs w:val="20"/>
      <w:lang w:val="en-GB" w:eastAsia="x-none"/>
    </w:rPr>
  </w:style>
  <w:style w:type="character" w:customStyle="1" w:styleId="FontStyle50">
    <w:name w:val="Font Style50"/>
    <w:rsid w:val="003E558A"/>
    <w:rPr>
      <w:rFonts w:ascii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D05E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mk-MK" w:eastAsia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F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F60"/>
    <w:rPr>
      <w:rFonts w:ascii="Segoe UI" w:eastAsia="Times New Roman" w:hAnsi="Segoe UI" w:cs="Segoe UI"/>
      <w:color w:val="000000"/>
      <w:kern w:val="28"/>
      <w:sz w:val="18"/>
      <w:szCs w:val="18"/>
      <w:lang w:val="hr-BA" w:eastAsia="hr-BA"/>
    </w:rPr>
  </w:style>
  <w:style w:type="paragraph" w:styleId="Header">
    <w:name w:val="header"/>
    <w:basedOn w:val="Normal"/>
    <w:link w:val="HeaderChar"/>
    <w:uiPriority w:val="99"/>
    <w:unhideWhenUsed/>
    <w:rsid w:val="000F49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490B"/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  <w:style w:type="paragraph" w:styleId="Footer">
    <w:name w:val="footer"/>
    <w:basedOn w:val="Normal"/>
    <w:link w:val="FooterChar"/>
    <w:uiPriority w:val="99"/>
    <w:unhideWhenUsed/>
    <w:rsid w:val="000F49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490B"/>
    <w:rPr>
      <w:rFonts w:ascii="Times New Roman" w:eastAsia="Times New Roman" w:hAnsi="Times New Roman" w:cs="Times New Roman"/>
      <w:color w:val="000000"/>
      <w:kern w:val="28"/>
      <w:sz w:val="20"/>
      <w:szCs w:val="20"/>
      <w:lang w:val="hr-BA" w:eastAsia="hr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7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C182D-9C31-4781-ADDA-63EF0B36C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1734</Words>
  <Characters>9886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Aco Kitrozoski</cp:lastModifiedBy>
  <cp:revision>10</cp:revision>
  <cp:lastPrinted>2023-11-28T12:02:00Z</cp:lastPrinted>
  <dcterms:created xsi:type="dcterms:W3CDTF">2024-11-20T08:45:00Z</dcterms:created>
  <dcterms:modified xsi:type="dcterms:W3CDTF">2024-11-23T16:26:00Z</dcterms:modified>
</cp:coreProperties>
</file>